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53"/>
        <w:gridCol w:w="1954"/>
        <w:gridCol w:w="1954"/>
        <w:gridCol w:w="1955"/>
        <w:gridCol w:w="1954"/>
        <w:gridCol w:w="1955"/>
        <w:gridCol w:w="1955"/>
      </w:tblGrid>
      <w:tr w:rsidR="005D282F" w:rsidRPr="00E56ED7" w14:paraId="577B473E" w14:textId="77777777" w:rsidTr="00A27950">
        <w:trPr>
          <w:cantSplit/>
          <w:trHeight w:hRule="exact" w:val="864"/>
          <w:jc w:val="center"/>
        </w:trPr>
        <w:tc>
          <w:tcPr>
            <w:tcW w:w="13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86" w:type="dxa"/>
            </w:tcMar>
          </w:tcPr>
          <w:p w14:paraId="5DCB3348" w14:textId="165D2914" w:rsidR="005D282F" w:rsidRPr="00E56ED7" w:rsidRDefault="005E1018" w:rsidP="00A27950">
            <w:pPr>
              <w:pStyle w:val="MonthNames"/>
              <w:rPr>
                <w:rFonts w:ascii="Calibri" w:hAnsi="Calibri" w:cs="Calibri"/>
                <w:b/>
                <w:sz w:val="56"/>
                <w:szCs w:val="56"/>
              </w:rPr>
            </w:pPr>
            <w:r w:rsidRPr="00E56ED7">
              <w:rPr>
                <w:rFonts w:ascii="Calibri" w:hAnsi="Calibri" w:cs="Calibri"/>
                <w:b/>
                <w:sz w:val="56"/>
                <w:szCs w:val="56"/>
              </w:rPr>
              <w:t>J</w:t>
            </w:r>
            <w:r w:rsidR="00665B68" w:rsidRPr="00E56ED7">
              <w:rPr>
                <w:rFonts w:ascii="Calibri" w:hAnsi="Calibri" w:cs="Calibri"/>
                <w:b/>
                <w:sz w:val="56"/>
                <w:szCs w:val="56"/>
              </w:rPr>
              <w:t xml:space="preserve">anuary </w:t>
            </w:r>
            <w:r w:rsidR="000702F1">
              <w:rPr>
                <w:rFonts w:ascii="Calibri" w:hAnsi="Calibri" w:cs="Calibri"/>
                <w:b/>
                <w:sz w:val="56"/>
                <w:szCs w:val="56"/>
              </w:rPr>
              <w:t>2012</w:t>
            </w:r>
          </w:p>
        </w:tc>
      </w:tr>
      <w:tr w:rsidR="00A64DCE" w:rsidRPr="00E56ED7" w14:paraId="133D6094" w14:textId="77777777" w:rsidTr="00A27950">
        <w:trPr>
          <w:cantSplit/>
          <w:trHeight w:hRule="exact" w:val="288"/>
          <w:jc w:val="center"/>
        </w:trPr>
        <w:tc>
          <w:tcPr>
            <w:tcW w:w="195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bottom w:w="58" w:type="dxa"/>
            </w:tcMar>
            <w:vAlign w:val="center"/>
          </w:tcPr>
          <w:p w14:paraId="2F68F98E" w14:textId="77777777" w:rsidR="00777BE1" w:rsidRPr="00E56ED7" w:rsidRDefault="0075427B" w:rsidP="00A27950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E56ED7">
              <w:rPr>
                <w:rFonts w:ascii="Calibri" w:hAnsi="Calibri" w:cs="Calibri"/>
                <w:sz w:val="24"/>
                <w:szCs w:val="24"/>
              </w:rPr>
              <w:t>Sunday</w:t>
            </w:r>
          </w:p>
        </w:tc>
        <w:tc>
          <w:tcPr>
            <w:tcW w:w="195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bottom w:w="58" w:type="dxa"/>
            </w:tcMar>
            <w:vAlign w:val="center"/>
          </w:tcPr>
          <w:p w14:paraId="693A82DE" w14:textId="77777777" w:rsidR="00777BE1" w:rsidRPr="00E56ED7" w:rsidRDefault="0075427B" w:rsidP="00A27950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E56ED7">
              <w:rPr>
                <w:rFonts w:ascii="Calibri" w:hAnsi="Calibri" w:cs="Calibri"/>
                <w:sz w:val="24"/>
                <w:szCs w:val="24"/>
              </w:rPr>
              <w:t>Monday</w:t>
            </w:r>
          </w:p>
        </w:tc>
        <w:tc>
          <w:tcPr>
            <w:tcW w:w="195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bottom w:w="58" w:type="dxa"/>
            </w:tcMar>
            <w:vAlign w:val="center"/>
          </w:tcPr>
          <w:p w14:paraId="04BB6707" w14:textId="77777777" w:rsidR="00777BE1" w:rsidRPr="00E56ED7" w:rsidRDefault="0075427B" w:rsidP="00A27950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E56ED7">
              <w:rPr>
                <w:rFonts w:ascii="Calibri" w:hAnsi="Calibri" w:cs="Calibri"/>
                <w:sz w:val="24"/>
                <w:szCs w:val="24"/>
              </w:rPr>
              <w:t>Tuesday</w:t>
            </w:r>
          </w:p>
        </w:tc>
        <w:tc>
          <w:tcPr>
            <w:tcW w:w="19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bottom w:w="58" w:type="dxa"/>
            </w:tcMar>
            <w:vAlign w:val="center"/>
          </w:tcPr>
          <w:p w14:paraId="246C2BFF" w14:textId="77777777" w:rsidR="00777BE1" w:rsidRPr="00E56ED7" w:rsidRDefault="0075427B" w:rsidP="00A27950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E56ED7">
              <w:rPr>
                <w:rFonts w:ascii="Calibri" w:hAnsi="Calibri" w:cs="Calibri"/>
                <w:sz w:val="24"/>
                <w:szCs w:val="24"/>
              </w:rPr>
              <w:t>Wednesday</w:t>
            </w:r>
          </w:p>
        </w:tc>
        <w:tc>
          <w:tcPr>
            <w:tcW w:w="195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bottom w:w="58" w:type="dxa"/>
            </w:tcMar>
            <w:vAlign w:val="center"/>
          </w:tcPr>
          <w:p w14:paraId="64E08ECE" w14:textId="77777777" w:rsidR="00777BE1" w:rsidRPr="00E56ED7" w:rsidRDefault="0075427B" w:rsidP="00A27950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E56ED7">
              <w:rPr>
                <w:rFonts w:ascii="Calibri" w:hAnsi="Calibri" w:cs="Calibri"/>
                <w:sz w:val="24"/>
                <w:szCs w:val="24"/>
              </w:rPr>
              <w:t>Thursday</w:t>
            </w:r>
          </w:p>
        </w:tc>
        <w:tc>
          <w:tcPr>
            <w:tcW w:w="19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bottom w:w="58" w:type="dxa"/>
            </w:tcMar>
            <w:vAlign w:val="center"/>
          </w:tcPr>
          <w:p w14:paraId="15D36562" w14:textId="77777777" w:rsidR="00777BE1" w:rsidRPr="00E56ED7" w:rsidRDefault="0075427B" w:rsidP="00A27950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E56ED7">
              <w:rPr>
                <w:rFonts w:ascii="Calibri" w:hAnsi="Calibri" w:cs="Calibri"/>
                <w:sz w:val="24"/>
                <w:szCs w:val="24"/>
              </w:rPr>
              <w:t>Friday</w:t>
            </w:r>
          </w:p>
        </w:tc>
        <w:tc>
          <w:tcPr>
            <w:tcW w:w="19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bottom w:w="58" w:type="dxa"/>
            </w:tcMar>
            <w:vAlign w:val="center"/>
          </w:tcPr>
          <w:p w14:paraId="69E50D55" w14:textId="77777777" w:rsidR="00777BE1" w:rsidRPr="00E56ED7" w:rsidRDefault="0075427B" w:rsidP="00A27950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E56ED7">
              <w:rPr>
                <w:rFonts w:ascii="Calibri" w:hAnsi="Calibri" w:cs="Calibri"/>
                <w:sz w:val="24"/>
                <w:szCs w:val="24"/>
              </w:rPr>
              <w:t>Saturday</w:t>
            </w:r>
          </w:p>
        </w:tc>
      </w:tr>
      <w:tr w:rsidR="008F07E0" w:rsidRPr="00E56ED7" w14:paraId="2B7B1FA8" w14:textId="77777777" w:rsidTr="00640A50">
        <w:trPr>
          <w:cantSplit/>
          <w:trHeight w:hRule="exact" w:val="1368"/>
          <w:jc w:val="center"/>
        </w:trPr>
        <w:tc>
          <w:tcPr>
            <w:tcW w:w="1953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AEDA6B" w14:textId="77777777" w:rsidR="008F07E0" w:rsidRPr="00E56ED7" w:rsidRDefault="008F07E0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FE0DBE" w14:textId="77777777" w:rsidR="008F07E0" w:rsidRPr="00E56ED7" w:rsidRDefault="008F07E0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6207D1" w14:textId="77777777" w:rsidR="008F07E0" w:rsidRPr="00E56ED7" w:rsidRDefault="008F07E0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D2B5F0" w14:textId="77777777" w:rsidR="008F07E0" w:rsidRPr="00E56ED7" w:rsidRDefault="008F07E0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9AB04C" w14:textId="77777777" w:rsidR="008F07E0" w:rsidRPr="00E56ED7" w:rsidRDefault="008F07E0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6A33F8" w14:textId="77777777" w:rsidR="008F07E0" w:rsidRPr="00E56ED7" w:rsidRDefault="008F07E0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6587B33" w14:textId="77777777" w:rsidR="008F07E0" w:rsidRPr="00E56ED7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E56ED7">
              <w:rPr>
                <w:rFonts w:ascii="Calibri" w:hAnsi="Calibri" w:cs="Calibri"/>
                <w:b/>
                <w:sz w:val="40"/>
                <w:szCs w:val="40"/>
              </w:rPr>
              <w:t>1</w:t>
            </w:r>
          </w:p>
        </w:tc>
      </w:tr>
      <w:tr w:rsidR="00777BE1" w:rsidRPr="00E56ED7" w14:paraId="720F579C" w14:textId="77777777" w:rsidTr="00640A50">
        <w:trPr>
          <w:cantSplit/>
          <w:trHeight w:hRule="exact" w:val="1368"/>
          <w:jc w:val="center"/>
        </w:trPr>
        <w:tc>
          <w:tcPr>
            <w:tcW w:w="195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D7A387D" w14:textId="77777777" w:rsidR="00777BE1" w:rsidRPr="00E56ED7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E56ED7">
              <w:rPr>
                <w:rFonts w:ascii="Calibri" w:hAnsi="Calibri" w:cs="Calibri"/>
                <w:b/>
                <w:sz w:val="40"/>
                <w:szCs w:val="40"/>
              </w:rPr>
              <w:t>2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4D5DFB0" w14:textId="77777777" w:rsidR="00777BE1" w:rsidRPr="00E56ED7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E56ED7">
              <w:rPr>
                <w:rFonts w:ascii="Calibri" w:hAnsi="Calibri" w:cs="Calibri"/>
                <w:b/>
                <w:sz w:val="40"/>
                <w:szCs w:val="40"/>
              </w:rPr>
              <w:t>3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BF33954" w14:textId="0EFD9054" w:rsidR="00777BE1" w:rsidRPr="00E56ED7" w:rsidRDefault="00777BE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CEB35EB" w14:textId="43FC3244" w:rsidR="00777BE1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4 review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6802927" w14:textId="5DDA6523" w:rsidR="00777BE1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5 Perfect squares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DB77A28" w14:textId="1E66E368" w:rsidR="00777BE1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 xml:space="preserve">6 </w:t>
            </w:r>
            <w:proofErr w:type="spellStart"/>
            <w:r w:rsidRPr="000702F1">
              <w:rPr>
                <w:rFonts w:ascii="Calibri" w:hAnsi="Calibri" w:cs="Calibri"/>
                <w:b/>
                <w:sz w:val="28"/>
                <w:szCs w:val="40"/>
              </w:rPr>
              <w:t>Perf</w:t>
            </w:r>
            <w:proofErr w:type="spellEnd"/>
            <w:r w:rsidRPr="000702F1">
              <w:rPr>
                <w:rFonts w:ascii="Calibri" w:hAnsi="Calibri" w:cs="Calibri"/>
                <w:b/>
                <w:sz w:val="28"/>
                <w:szCs w:val="40"/>
              </w:rPr>
              <w:t xml:space="preserve"> </w:t>
            </w:r>
            <w:proofErr w:type="spellStart"/>
            <w:r w:rsidRPr="000702F1">
              <w:rPr>
                <w:rFonts w:ascii="Calibri" w:hAnsi="Calibri" w:cs="Calibri"/>
                <w:b/>
                <w:sz w:val="28"/>
                <w:szCs w:val="40"/>
              </w:rPr>
              <w:t>sqs</w:t>
            </w:r>
            <w:proofErr w:type="spellEnd"/>
            <w:r w:rsidRPr="000702F1">
              <w:rPr>
                <w:rFonts w:ascii="Calibri" w:hAnsi="Calibri" w:cs="Calibri"/>
                <w:b/>
                <w:sz w:val="28"/>
                <w:szCs w:val="40"/>
              </w:rPr>
              <w:t xml:space="preserve"> quiz/Simplify </w:t>
            </w:r>
            <w:r>
              <w:rPr>
                <w:rFonts w:ascii="Calibri" w:hAnsi="Calibri" w:cs="Calibri"/>
                <w:b/>
                <w:sz w:val="40"/>
                <w:szCs w:val="40"/>
              </w:rPr>
              <w:t>Radicals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2D64B31" w14:textId="18F70ED3" w:rsidR="00777BE1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7</w:t>
            </w:r>
          </w:p>
        </w:tc>
      </w:tr>
      <w:tr w:rsidR="00777BE1" w:rsidRPr="00E56ED7" w14:paraId="019271BF" w14:textId="77777777" w:rsidTr="00640A50">
        <w:trPr>
          <w:cantSplit/>
          <w:trHeight w:hRule="exact" w:val="1368"/>
          <w:jc w:val="center"/>
        </w:trPr>
        <w:tc>
          <w:tcPr>
            <w:tcW w:w="195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1A10072" w14:textId="02454D88" w:rsidR="00777BE1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8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89B013D" w14:textId="44310B7E" w:rsidR="00777BE1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9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D8B433F" w14:textId="604F06FA" w:rsidR="00777BE1" w:rsidRPr="000702F1" w:rsidRDefault="000702F1" w:rsidP="00997953">
            <w:pPr>
              <w:pStyle w:val="Dates"/>
              <w:rPr>
                <w:rFonts w:ascii="Calibri" w:hAnsi="Calibri" w:cs="Calibri"/>
                <w:b/>
                <w:sz w:val="24"/>
                <w:szCs w:val="40"/>
              </w:rPr>
            </w:pPr>
            <w:r w:rsidRPr="000702F1">
              <w:rPr>
                <w:rFonts w:ascii="Calibri" w:hAnsi="Calibri" w:cs="Calibri"/>
                <w:b/>
                <w:sz w:val="24"/>
                <w:szCs w:val="40"/>
              </w:rPr>
              <w:t>10</w:t>
            </w:r>
            <w:r>
              <w:rPr>
                <w:rFonts w:ascii="Calibri" w:hAnsi="Calibri" w:cs="Calibri"/>
                <w:b/>
                <w:sz w:val="24"/>
                <w:szCs w:val="40"/>
              </w:rPr>
              <w:t xml:space="preserve"> Simplify RADS</w:t>
            </w:r>
            <w:r w:rsidRPr="000702F1">
              <w:rPr>
                <w:rFonts w:ascii="Calibri" w:hAnsi="Calibri" w:cs="Calibri"/>
                <w:b/>
                <w:sz w:val="24"/>
                <w:szCs w:val="40"/>
              </w:rPr>
              <w:t xml:space="preserve"> W/VARIABLE.S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29FA9AB" w14:textId="512D147F" w:rsidR="00777BE1" w:rsidRPr="000702F1" w:rsidRDefault="000702F1" w:rsidP="00997953">
            <w:pPr>
              <w:pStyle w:val="Dates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 xml:space="preserve">11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Simplify </w:t>
            </w:r>
            <w:proofErr w:type="spellStart"/>
            <w:r>
              <w:rPr>
                <w:rFonts w:ascii="Calibri" w:hAnsi="Calibri" w:cs="Calibri"/>
                <w:b/>
                <w:sz w:val="28"/>
                <w:szCs w:val="28"/>
              </w:rPr>
              <w:t>Rads</w:t>
            </w:r>
            <w:proofErr w:type="spellEnd"/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with variables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23CE08A" w14:textId="49782514" w:rsidR="00777BE1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12 Cubed Roots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47EB252" w14:textId="21333B0C" w:rsidR="00777BE1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 xml:space="preserve">13 +/- </w:t>
            </w:r>
            <w:proofErr w:type="spellStart"/>
            <w:r>
              <w:rPr>
                <w:rFonts w:ascii="Calibri" w:hAnsi="Calibri" w:cs="Calibri"/>
                <w:b/>
                <w:sz w:val="40"/>
                <w:szCs w:val="40"/>
              </w:rPr>
              <w:t>Rads</w:t>
            </w:r>
            <w:proofErr w:type="spellEnd"/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B8BE9BB" w14:textId="575FC561" w:rsidR="00777BE1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14</w:t>
            </w:r>
          </w:p>
        </w:tc>
      </w:tr>
      <w:tr w:rsidR="00777BE1" w:rsidRPr="00E56ED7" w14:paraId="46FF67FD" w14:textId="77777777" w:rsidTr="00640A50">
        <w:trPr>
          <w:cantSplit/>
          <w:trHeight w:hRule="exact" w:val="1368"/>
          <w:jc w:val="center"/>
        </w:trPr>
        <w:tc>
          <w:tcPr>
            <w:tcW w:w="195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A225273" w14:textId="4D12A38D" w:rsidR="00777BE1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15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1C1EA1C" w14:textId="456CF97A" w:rsidR="00777BE1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 xml:space="preserve">16 x/div </w:t>
            </w:r>
            <w:proofErr w:type="spellStart"/>
            <w:r>
              <w:rPr>
                <w:rFonts w:ascii="Calibri" w:hAnsi="Calibri" w:cs="Calibri"/>
                <w:b/>
                <w:sz w:val="40"/>
                <w:szCs w:val="40"/>
              </w:rPr>
              <w:t>Rads</w:t>
            </w:r>
            <w:proofErr w:type="spellEnd"/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73EFB6E" w14:textId="3A581318" w:rsidR="00777BE1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17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6407AD5" w14:textId="614A0ABC" w:rsidR="00777BE1" w:rsidRPr="00E56ED7" w:rsidRDefault="000702F1" w:rsidP="003312E6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18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2B52F59" w14:textId="146F20B9" w:rsidR="00777BE1" w:rsidRPr="00E56ED7" w:rsidRDefault="000702F1" w:rsidP="003312E6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19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BE6275F" w14:textId="70A71142" w:rsidR="00777BE1" w:rsidRPr="00E56ED7" w:rsidRDefault="000702F1" w:rsidP="003312E6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20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78150A3" w14:textId="50637590" w:rsidR="00777BE1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21</w:t>
            </w:r>
          </w:p>
        </w:tc>
      </w:tr>
      <w:tr w:rsidR="00990674" w:rsidRPr="00E56ED7" w14:paraId="79152C5C" w14:textId="77777777" w:rsidTr="00640A50">
        <w:trPr>
          <w:cantSplit/>
          <w:trHeight w:hRule="exact" w:val="1368"/>
          <w:jc w:val="center"/>
        </w:trPr>
        <w:tc>
          <w:tcPr>
            <w:tcW w:w="195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F452888" w14:textId="6A940F00" w:rsidR="00990674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22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715ACB4" w14:textId="0837E510" w:rsidR="00990674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23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F78E5D2" w14:textId="3F26F71A" w:rsidR="00990674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24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1964C2E" w14:textId="0C131B61" w:rsidR="00990674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25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2A0A9F5" w14:textId="3CFAB997" w:rsidR="003312E6" w:rsidRPr="00E56ED7" w:rsidRDefault="000702F1" w:rsidP="003312E6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26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9788829" w14:textId="3A6995F0" w:rsidR="00B409AD" w:rsidRPr="005F3390" w:rsidRDefault="000702F1" w:rsidP="00B409AD">
            <w:pPr>
              <w:rPr>
                <w:sz w:val="32"/>
                <w:szCs w:val="32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27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00C6AEF" w14:textId="3235F091" w:rsidR="00990674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28</w:t>
            </w:r>
          </w:p>
          <w:p w14:paraId="776F04B9" w14:textId="77777777" w:rsidR="00B409AD" w:rsidRPr="00E56ED7" w:rsidRDefault="00B409AD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</w:tr>
      <w:tr w:rsidR="00990674" w:rsidRPr="00E56ED7" w14:paraId="4EA4661C" w14:textId="77777777" w:rsidTr="00640A50">
        <w:trPr>
          <w:cantSplit/>
          <w:trHeight w:hRule="exact" w:val="1368"/>
          <w:jc w:val="center"/>
        </w:trPr>
        <w:tc>
          <w:tcPr>
            <w:tcW w:w="1953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C53B657" w14:textId="6457AE79" w:rsidR="00990674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29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286F740" w14:textId="668E9EAC" w:rsidR="003312E6" w:rsidRPr="00E56ED7" w:rsidRDefault="000702F1" w:rsidP="008C1815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30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EC855AD" w14:textId="086A2ABE" w:rsidR="00990674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68B9867" w14:textId="6BF670F8" w:rsidR="00990674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46276FE" w14:textId="6858D1E7" w:rsidR="00990674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3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07BC45D" w14:textId="327975D7" w:rsidR="00990674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4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72918AD" w14:textId="78AA9AA9" w:rsidR="00990674" w:rsidRPr="00E56ED7" w:rsidRDefault="000702F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5</w:t>
            </w:r>
          </w:p>
        </w:tc>
      </w:tr>
    </w:tbl>
    <w:p w14:paraId="13EE2208" w14:textId="77777777" w:rsidR="00997953" w:rsidRPr="00E56ED7" w:rsidRDefault="00997953">
      <w:pPr>
        <w:rPr>
          <w:rFonts w:ascii="Calibri" w:hAnsi="Calibri" w:cs="Calibri"/>
          <w:b/>
        </w:rPr>
      </w:pPr>
      <w:r w:rsidRPr="00E56ED7">
        <w:rPr>
          <w:rFonts w:ascii="Calibri" w:hAnsi="Calibri" w:cs="Calibri"/>
          <w:b/>
          <w:bCs/>
        </w:rPr>
        <w:br w:type="page"/>
      </w: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1955"/>
        <w:gridCol w:w="1954"/>
        <w:gridCol w:w="1955"/>
        <w:gridCol w:w="1955"/>
        <w:gridCol w:w="1954"/>
        <w:gridCol w:w="1955"/>
      </w:tblGrid>
      <w:tr w:rsidR="005D282F" w:rsidRPr="00A27950" w14:paraId="53A67288" w14:textId="77777777" w:rsidTr="00A27950">
        <w:trPr>
          <w:cantSplit/>
          <w:trHeight w:hRule="exact" w:val="864"/>
          <w:jc w:val="center"/>
        </w:trPr>
        <w:tc>
          <w:tcPr>
            <w:tcW w:w="13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</w:tcPr>
          <w:p w14:paraId="319C48ED" w14:textId="479277F4" w:rsidR="005D282F" w:rsidRPr="00A27950" w:rsidRDefault="00665B68" w:rsidP="00A27950">
            <w:pPr>
              <w:pStyle w:val="MonthNames"/>
              <w:rPr>
                <w:rFonts w:ascii="Calibri" w:hAnsi="Calibri" w:cs="Calibri"/>
                <w:b/>
                <w:sz w:val="56"/>
                <w:szCs w:val="56"/>
              </w:rPr>
            </w:pPr>
            <w:r w:rsidRPr="00A27950">
              <w:rPr>
                <w:rFonts w:ascii="Calibri" w:hAnsi="Calibri" w:cs="Calibri"/>
                <w:b/>
                <w:sz w:val="56"/>
                <w:szCs w:val="56"/>
              </w:rPr>
              <w:lastRenderedPageBreak/>
              <w:t xml:space="preserve">February </w:t>
            </w:r>
            <w:r w:rsidR="000F7DC3">
              <w:rPr>
                <w:rFonts w:ascii="Calibri" w:hAnsi="Calibri" w:cs="Calibri"/>
                <w:b/>
                <w:sz w:val="56"/>
                <w:szCs w:val="56"/>
              </w:rPr>
              <w:t>2012</w:t>
            </w:r>
          </w:p>
        </w:tc>
      </w:tr>
      <w:tr w:rsidR="00777BE1" w:rsidRPr="00A27950" w14:paraId="7DD6F1E5" w14:textId="77777777" w:rsidTr="00A27950">
        <w:trPr>
          <w:cantSplit/>
          <w:trHeight w:hRule="exact" w:val="288"/>
          <w:jc w:val="center"/>
        </w:trPr>
        <w:tc>
          <w:tcPr>
            <w:tcW w:w="195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33849B5B" w14:textId="77777777" w:rsidR="00777BE1" w:rsidRPr="00A27950" w:rsidRDefault="00CB7A50" w:rsidP="00A27950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A27950">
              <w:rPr>
                <w:rFonts w:ascii="Calibri" w:hAnsi="Calibri" w:cs="Calibri"/>
                <w:sz w:val="24"/>
                <w:szCs w:val="24"/>
              </w:rPr>
              <w:t>Sunday</w:t>
            </w:r>
          </w:p>
        </w:tc>
        <w:tc>
          <w:tcPr>
            <w:tcW w:w="19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0148C4A2" w14:textId="77777777" w:rsidR="00777BE1" w:rsidRPr="00A27950" w:rsidRDefault="00CB7A50" w:rsidP="00A27950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A27950">
              <w:rPr>
                <w:rFonts w:ascii="Calibri" w:hAnsi="Calibri" w:cs="Calibri"/>
                <w:sz w:val="24"/>
                <w:szCs w:val="24"/>
              </w:rPr>
              <w:t>Monday</w:t>
            </w:r>
          </w:p>
        </w:tc>
        <w:tc>
          <w:tcPr>
            <w:tcW w:w="195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5FAC34C5" w14:textId="77777777" w:rsidR="00777BE1" w:rsidRPr="00A27950" w:rsidRDefault="00CB7A50" w:rsidP="00A27950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A27950">
              <w:rPr>
                <w:rFonts w:ascii="Calibri" w:hAnsi="Calibri" w:cs="Calibri"/>
                <w:sz w:val="24"/>
                <w:szCs w:val="24"/>
              </w:rPr>
              <w:t>Tuesday</w:t>
            </w:r>
          </w:p>
        </w:tc>
        <w:tc>
          <w:tcPr>
            <w:tcW w:w="19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6C715310" w14:textId="77777777" w:rsidR="00777BE1" w:rsidRPr="00A27950" w:rsidRDefault="00CB7A50" w:rsidP="00A27950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A27950">
              <w:rPr>
                <w:rFonts w:ascii="Calibri" w:hAnsi="Calibri" w:cs="Calibri"/>
                <w:sz w:val="24"/>
                <w:szCs w:val="24"/>
              </w:rPr>
              <w:t>Wednesday</w:t>
            </w:r>
          </w:p>
        </w:tc>
        <w:tc>
          <w:tcPr>
            <w:tcW w:w="19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528C8EE3" w14:textId="77777777" w:rsidR="00777BE1" w:rsidRPr="00A27950" w:rsidRDefault="00CB7A50" w:rsidP="00A27950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A27950">
              <w:rPr>
                <w:rFonts w:ascii="Calibri" w:hAnsi="Calibri" w:cs="Calibri"/>
                <w:sz w:val="24"/>
                <w:szCs w:val="24"/>
              </w:rPr>
              <w:t>Thursday</w:t>
            </w:r>
          </w:p>
        </w:tc>
        <w:tc>
          <w:tcPr>
            <w:tcW w:w="195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755280E4" w14:textId="77777777" w:rsidR="00777BE1" w:rsidRPr="00A27950" w:rsidRDefault="00CB7A50" w:rsidP="00A27950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A27950">
              <w:rPr>
                <w:rFonts w:ascii="Calibri" w:hAnsi="Calibri" w:cs="Calibri"/>
                <w:sz w:val="24"/>
                <w:szCs w:val="24"/>
              </w:rPr>
              <w:t>Friday</w:t>
            </w:r>
          </w:p>
        </w:tc>
        <w:tc>
          <w:tcPr>
            <w:tcW w:w="19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79279047" w14:textId="77777777" w:rsidR="00777BE1" w:rsidRPr="00A27950" w:rsidRDefault="00CB7A50" w:rsidP="00A27950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A27950">
              <w:rPr>
                <w:rFonts w:ascii="Calibri" w:hAnsi="Calibri" w:cs="Calibri"/>
                <w:sz w:val="24"/>
                <w:szCs w:val="24"/>
              </w:rPr>
              <w:t>Saturday</w:t>
            </w:r>
          </w:p>
        </w:tc>
      </w:tr>
      <w:tr w:rsidR="008F07E0" w:rsidRPr="00A27950" w14:paraId="368E5202" w14:textId="77777777" w:rsidTr="00A27950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0AD301" w14:textId="77777777" w:rsidR="008F07E0" w:rsidRPr="00A27950" w:rsidRDefault="008F07E0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4DAE18" w14:textId="77777777" w:rsidR="008F07E0" w:rsidRPr="00A27950" w:rsidRDefault="008F07E0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B1CBBAA" w14:textId="77777777" w:rsidR="008C1815" w:rsidRPr="00817007" w:rsidRDefault="00630AAE" w:rsidP="008C1815">
            <w:pPr>
              <w:pStyle w:val="Dates"/>
              <w:rPr>
                <w:rFonts w:cs="Calibri"/>
                <w:sz w:val="34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1</w:t>
            </w:r>
            <w:r w:rsidR="008C1815"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  <w:r w:rsidR="00817007" w:rsidRPr="00817007">
              <w:rPr>
                <w:rFonts w:cs="Calibri"/>
                <w:sz w:val="32"/>
                <w:szCs w:val="40"/>
              </w:rPr>
              <w:t>Raising a Variable to a Power</w:t>
            </w:r>
          </w:p>
          <w:p w14:paraId="785846A4" w14:textId="77777777" w:rsidR="008F07E0" w:rsidRPr="00A27950" w:rsidRDefault="008F07E0" w:rsidP="008C1815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D9AF245" w14:textId="77777777" w:rsidR="008F07E0" w:rsidRPr="00A27950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2</w:t>
            </w:r>
            <w:r w:rsidR="00990674"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  <w:proofErr w:type="spellStart"/>
            <w:r w:rsidR="00C721C6">
              <w:rPr>
                <w:sz w:val="32"/>
                <w:szCs w:val="32"/>
              </w:rPr>
              <w:t>Distrib</w:t>
            </w:r>
            <w:proofErr w:type="spellEnd"/>
            <w:r w:rsidR="00C721C6">
              <w:rPr>
                <w:sz w:val="32"/>
                <w:szCs w:val="32"/>
              </w:rPr>
              <w:t>. Property w/ Variables</w:t>
            </w:r>
          </w:p>
        </w:tc>
        <w:tc>
          <w:tcPr>
            <w:tcW w:w="195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C4D2219" w14:textId="77777777" w:rsidR="008F07E0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3</w:t>
            </w:r>
          </w:p>
          <w:p w14:paraId="6621FB9C" w14:textId="77777777" w:rsidR="00990674" w:rsidRPr="00A27950" w:rsidRDefault="008C1815" w:rsidP="008C1815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sz w:val="32"/>
                <w:szCs w:val="32"/>
              </w:rPr>
              <w:t>FOIL</w:t>
            </w:r>
          </w:p>
        </w:tc>
        <w:tc>
          <w:tcPr>
            <w:tcW w:w="195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0BE8A7B" w14:textId="77777777" w:rsidR="008F07E0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4</w:t>
            </w:r>
          </w:p>
          <w:p w14:paraId="68D35F5B" w14:textId="77777777" w:rsidR="008C1815" w:rsidRDefault="008C1815" w:rsidP="008C1815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sz w:val="32"/>
                <w:szCs w:val="32"/>
              </w:rPr>
              <w:t>2 x 3</w:t>
            </w:r>
          </w:p>
          <w:p w14:paraId="0FFE1BA0" w14:textId="77777777" w:rsidR="00990674" w:rsidRPr="00A27950" w:rsidRDefault="0099067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2767C61" w14:textId="77777777" w:rsidR="008F07E0" w:rsidRPr="00A27950" w:rsidRDefault="00630AAE" w:rsidP="00B409AD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5</w:t>
            </w:r>
            <w:r w:rsidR="00B409AD"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</w:p>
        </w:tc>
      </w:tr>
      <w:tr w:rsidR="00777BE1" w:rsidRPr="00A27950" w14:paraId="7344D3BB" w14:textId="77777777" w:rsidTr="00A27950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CECD61F" w14:textId="77777777" w:rsidR="00777BE1" w:rsidRPr="00A27950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6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4DF09FF" w14:textId="77777777" w:rsidR="003312E6" w:rsidRPr="003312E6" w:rsidRDefault="00630AAE" w:rsidP="003312E6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7</w:t>
            </w:r>
            <w:r w:rsidR="00990674"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</w:p>
          <w:p w14:paraId="2B8F7852" w14:textId="77777777" w:rsidR="00990674" w:rsidRPr="003312E6" w:rsidRDefault="008C1815" w:rsidP="003312E6">
            <w:r>
              <w:rPr>
                <w:sz w:val="32"/>
                <w:szCs w:val="32"/>
              </w:rPr>
              <w:t>Subtracting Polynomials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A079EDB" w14:textId="77777777" w:rsidR="00777BE1" w:rsidRDefault="00630AAE" w:rsidP="00B409AD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8</w:t>
            </w:r>
            <w:r w:rsidR="00990674"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</w:p>
          <w:p w14:paraId="516612D2" w14:textId="77777777" w:rsidR="00B409AD" w:rsidRPr="00A27950" w:rsidRDefault="008C1815" w:rsidP="00B409AD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sz w:val="32"/>
                <w:szCs w:val="32"/>
              </w:rPr>
              <w:t>Adding Polynomials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3ECE545" w14:textId="77777777" w:rsidR="00777BE1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9</w:t>
            </w:r>
            <w:r w:rsidR="00990674"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</w:p>
          <w:p w14:paraId="42245FE2" w14:textId="77777777" w:rsidR="00990674" w:rsidRPr="00A27950" w:rsidRDefault="008C1815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sz w:val="32"/>
                <w:szCs w:val="32"/>
              </w:rPr>
              <w:t>Dividing Polynomials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87F3673" w14:textId="77777777" w:rsidR="008C1815" w:rsidRPr="00A27950" w:rsidRDefault="00630AAE" w:rsidP="008C1815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10</w:t>
            </w:r>
            <w:r w:rsidR="008C1815"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</w:p>
          <w:p w14:paraId="135888FC" w14:textId="77777777" w:rsidR="00990674" w:rsidRPr="00A27950" w:rsidRDefault="0033337B" w:rsidP="00B409AD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SNOW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68BEFA8" w14:textId="77777777" w:rsidR="00990674" w:rsidRDefault="00630AAE" w:rsidP="00011BC1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11</w:t>
            </w:r>
            <w:r w:rsidR="0033337B"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</w:p>
          <w:p w14:paraId="0175DE25" w14:textId="77777777" w:rsidR="00011BC1" w:rsidRPr="00A27950" w:rsidRDefault="00011BC1" w:rsidP="00011BC1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SNOW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1D7EA50" w14:textId="77777777" w:rsidR="00777BE1" w:rsidRPr="00A27950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12</w:t>
            </w:r>
          </w:p>
        </w:tc>
      </w:tr>
      <w:tr w:rsidR="00777BE1" w:rsidRPr="00A27950" w14:paraId="266656B9" w14:textId="77777777" w:rsidTr="00A27950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27B9C04" w14:textId="77777777" w:rsidR="00777BE1" w:rsidRPr="00A27950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13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B1D170D" w14:textId="77777777" w:rsidR="00011BC1" w:rsidRPr="00A27950" w:rsidRDefault="00630AAE" w:rsidP="00011BC1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14</w:t>
            </w:r>
            <w:r w:rsidR="00011BC1"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  <w:r w:rsidR="00011BC1" w:rsidRPr="00990674">
              <w:rPr>
                <w:sz w:val="30"/>
                <w:szCs w:val="30"/>
              </w:rPr>
              <w:t>Intro to Scientific/Standard Notation</w:t>
            </w:r>
          </w:p>
          <w:p w14:paraId="360A2025" w14:textId="77777777" w:rsidR="0033337B" w:rsidRPr="00A27950" w:rsidRDefault="0033337B" w:rsidP="0033337B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  <w:p w14:paraId="3D7FFDCA" w14:textId="77777777" w:rsidR="00B409AD" w:rsidRDefault="00B409AD" w:rsidP="00B409AD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  <w:p w14:paraId="7237F9C2" w14:textId="77777777" w:rsidR="00777BE1" w:rsidRDefault="00777BE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  <w:p w14:paraId="68757D56" w14:textId="77777777" w:rsidR="00990674" w:rsidRPr="00A27950" w:rsidRDefault="0099067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E5641CD" w14:textId="77777777" w:rsidR="00011BC1" w:rsidRDefault="00630AAE" w:rsidP="00011BC1">
            <w:pPr>
              <w:pStyle w:val="Dates"/>
              <w:rPr>
                <w:sz w:val="30"/>
                <w:szCs w:val="3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15</w:t>
            </w:r>
            <w:r w:rsidR="00011BC1" w:rsidRPr="00990674">
              <w:rPr>
                <w:rFonts w:ascii="Calibri" w:hAnsi="Calibri" w:cs="Calibri"/>
                <w:sz w:val="30"/>
                <w:szCs w:val="30"/>
              </w:rPr>
              <w:t>M</w:t>
            </w:r>
            <w:r w:rsidR="00011BC1" w:rsidRPr="00990674">
              <w:rPr>
                <w:sz w:val="30"/>
                <w:szCs w:val="30"/>
              </w:rPr>
              <w:t>ultiplying in Scientific</w:t>
            </w:r>
          </w:p>
          <w:p w14:paraId="4E275573" w14:textId="77777777" w:rsidR="00B409AD" w:rsidRPr="00A27950" w:rsidRDefault="00011BC1" w:rsidP="00011BC1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sz w:val="32"/>
                <w:szCs w:val="32"/>
              </w:rPr>
              <w:t>Notation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605FFE8" w14:textId="77777777" w:rsidR="00777BE1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16</w:t>
            </w:r>
            <w:r w:rsidR="00011BC1">
              <w:rPr>
                <w:sz w:val="32"/>
                <w:szCs w:val="32"/>
              </w:rPr>
              <w:t xml:space="preserve"> Squaring and Dividing in </w:t>
            </w:r>
            <w:proofErr w:type="spellStart"/>
            <w:r w:rsidR="00011BC1">
              <w:rPr>
                <w:sz w:val="32"/>
                <w:szCs w:val="32"/>
              </w:rPr>
              <w:t>Sci</w:t>
            </w:r>
            <w:proofErr w:type="spellEnd"/>
            <w:r w:rsidR="00011BC1">
              <w:rPr>
                <w:sz w:val="32"/>
                <w:szCs w:val="32"/>
              </w:rPr>
              <w:t xml:space="preserve"> Notation</w:t>
            </w:r>
          </w:p>
          <w:p w14:paraId="3F374D09" w14:textId="77777777" w:rsidR="00990674" w:rsidRPr="00990674" w:rsidRDefault="00990674" w:rsidP="00997953">
            <w:pPr>
              <w:pStyle w:val="Dates"/>
              <w:rPr>
                <w:rFonts w:ascii="Calibri" w:hAnsi="Calibri" w:cs="Calibri"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7931F5F" w14:textId="77777777" w:rsidR="00777BE1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17</w:t>
            </w:r>
          </w:p>
          <w:p w14:paraId="722755D4" w14:textId="77777777" w:rsidR="00990674" w:rsidRPr="00990674" w:rsidRDefault="00011BC1" w:rsidP="00997953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  <w:r w:rsidRPr="00990674">
              <w:rPr>
                <w:rFonts w:ascii="Calibri" w:hAnsi="Calibri" w:cs="Calibri"/>
                <w:sz w:val="30"/>
                <w:szCs w:val="40"/>
              </w:rPr>
              <w:t>REVIEW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A148971" w14:textId="77777777" w:rsidR="00990674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18</w:t>
            </w:r>
          </w:p>
          <w:p w14:paraId="30E9B5C1" w14:textId="77777777" w:rsidR="00777BE1" w:rsidRPr="00990674" w:rsidRDefault="00011BC1" w:rsidP="00B409AD">
            <w:pPr>
              <w:pStyle w:val="Dates"/>
            </w:pPr>
            <w:r>
              <w:rPr>
                <w:rFonts w:ascii="Calibri" w:hAnsi="Calibri" w:cs="Calibri"/>
                <w:sz w:val="30"/>
                <w:szCs w:val="40"/>
              </w:rPr>
              <w:t>Benchmark 7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0EE70B4" w14:textId="77777777" w:rsidR="00777BE1" w:rsidRPr="00A27950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19</w:t>
            </w:r>
          </w:p>
        </w:tc>
      </w:tr>
      <w:tr w:rsidR="00CB7A50" w:rsidRPr="00A27950" w14:paraId="3B69DD4E" w14:textId="77777777" w:rsidTr="00A27950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F19CCED" w14:textId="77777777" w:rsidR="00CB7A50" w:rsidRPr="00A27950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20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BD77225" w14:textId="77777777" w:rsidR="00CB7A50" w:rsidRDefault="00630AAE" w:rsidP="008C1815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21</w:t>
            </w:r>
            <w:r w:rsidR="00990674"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</w:p>
          <w:p w14:paraId="7342CB4E" w14:textId="77777777" w:rsidR="008C1815" w:rsidRPr="00A27950" w:rsidRDefault="00011BC1" w:rsidP="008C1815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sz w:val="32"/>
                <w:szCs w:val="32"/>
              </w:rPr>
              <w:t>Midpoint Formula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47E75AE" w14:textId="77777777" w:rsidR="00990674" w:rsidRPr="00A27950" w:rsidRDefault="00630AAE" w:rsidP="008C1815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22</w:t>
            </w:r>
            <w:r w:rsidR="008C1815">
              <w:rPr>
                <w:sz w:val="32"/>
                <w:szCs w:val="32"/>
              </w:rPr>
              <w:t xml:space="preserve"> </w:t>
            </w:r>
            <w:r w:rsidR="00011BC1">
              <w:rPr>
                <w:sz w:val="32"/>
                <w:szCs w:val="32"/>
              </w:rPr>
              <w:t>Distance Formula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2758846" w14:textId="77777777" w:rsidR="00B409AD" w:rsidRDefault="00630AAE" w:rsidP="00B409AD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23</w:t>
            </w:r>
          </w:p>
          <w:p w14:paraId="51F9CD21" w14:textId="77777777" w:rsidR="00CB7A50" w:rsidRDefault="00011BC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sz w:val="32"/>
                <w:szCs w:val="32"/>
              </w:rPr>
              <w:t>Pythagorean Theorem</w:t>
            </w:r>
          </w:p>
          <w:p w14:paraId="773F53CF" w14:textId="77777777" w:rsidR="00990674" w:rsidRPr="00A27950" w:rsidRDefault="0099067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37F30D2" w14:textId="77777777" w:rsidR="00CB7A50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24</w:t>
            </w:r>
            <w:r w:rsidR="008C1815">
              <w:rPr>
                <w:sz w:val="32"/>
                <w:szCs w:val="32"/>
              </w:rPr>
              <w:t xml:space="preserve">Contextual Problems with </w:t>
            </w:r>
            <w:proofErr w:type="spellStart"/>
            <w:r w:rsidR="008C1815">
              <w:rPr>
                <w:sz w:val="32"/>
                <w:szCs w:val="32"/>
              </w:rPr>
              <w:t>Pythag</w:t>
            </w:r>
            <w:proofErr w:type="spellEnd"/>
          </w:p>
          <w:p w14:paraId="5180D59C" w14:textId="77777777" w:rsidR="00990674" w:rsidRPr="00A27950" w:rsidRDefault="0099067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68F9C09" w14:textId="4D8E0F8A" w:rsidR="00011BC1" w:rsidRDefault="00630AAE" w:rsidP="00011BC1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25</w:t>
            </w:r>
          </w:p>
          <w:p w14:paraId="5E61E15B" w14:textId="77777777" w:rsidR="00CB7A50" w:rsidRDefault="00CB7A50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  <w:p w14:paraId="6C0F42F6" w14:textId="77777777" w:rsidR="00990674" w:rsidRPr="00A27950" w:rsidRDefault="00990674" w:rsidP="008C1815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088CE95" w14:textId="77777777" w:rsidR="00CB7A50" w:rsidRPr="00A27950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26</w:t>
            </w:r>
          </w:p>
        </w:tc>
      </w:tr>
      <w:tr w:rsidR="008F07E0" w:rsidRPr="00A27950" w14:paraId="7FF03C96" w14:textId="77777777" w:rsidTr="00A27950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75BD57F" w14:textId="77777777" w:rsidR="008F07E0" w:rsidRPr="00A27950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27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DF6FC18" w14:textId="67321230" w:rsidR="00387ED2" w:rsidRDefault="00630AAE" w:rsidP="00387ED2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A27950">
              <w:rPr>
                <w:rFonts w:ascii="Calibri" w:hAnsi="Calibri" w:cs="Calibri"/>
                <w:b/>
                <w:sz w:val="40"/>
                <w:szCs w:val="40"/>
              </w:rPr>
              <w:t>28</w:t>
            </w:r>
            <w:r w:rsidR="00387ED2">
              <w:rPr>
                <w:sz w:val="32"/>
                <w:szCs w:val="32"/>
              </w:rPr>
              <w:t xml:space="preserve">Contextual Problems with </w:t>
            </w:r>
            <w:proofErr w:type="spellStart"/>
            <w:r w:rsidR="00387ED2">
              <w:rPr>
                <w:sz w:val="32"/>
                <w:szCs w:val="32"/>
              </w:rPr>
              <w:t>Pythag</w:t>
            </w:r>
            <w:proofErr w:type="spellEnd"/>
          </w:p>
          <w:p w14:paraId="284839C4" w14:textId="4DAB9EE9" w:rsidR="00990674" w:rsidRPr="00A27950" w:rsidRDefault="00990674" w:rsidP="00011BC1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75DCE5DF" w14:textId="7FB050A4" w:rsidR="008F07E0" w:rsidRPr="00A27950" w:rsidRDefault="00FD425D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29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366B9BC4" w14:textId="77777777" w:rsidR="008F07E0" w:rsidRPr="00A27950" w:rsidRDefault="008F07E0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59437C81" w14:textId="77777777" w:rsidR="008F07E0" w:rsidRPr="00A27950" w:rsidRDefault="008F07E0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0D0C3396" w14:textId="77777777" w:rsidR="008F07E0" w:rsidRPr="00A27950" w:rsidRDefault="008F07E0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823C95A" w14:textId="77777777" w:rsidR="008F07E0" w:rsidRPr="00A27950" w:rsidRDefault="008F07E0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</w:tr>
    </w:tbl>
    <w:p w14:paraId="3E513DDA" w14:textId="77777777" w:rsidR="00997953" w:rsidRPr="00E56ED7" w:rsidRDefault="00997953">
      <w:pPr>
        <w:rPr>
          <w:rFonts w:ascii="Calibri" w:hAnsi="Calibri" w:cs="Calibri"/>
          <w:b/>
        </w:rPr>
      </w:pPr>
      <w:r w:rsidRPr="00E56ED7">
        <w:rPr>
          <w:rFonts w:ascii="Calibri" w:hAnsi="Calibri" w:cs="Calibri"/>
          <w:b/>
          <w:bCs/>
        </w:rPr>
        <w:br w:type="page"/>
      </w: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 w:firstRow="0" w:lastRow="0" w:firstColumn="0" w:lastColumn="0" w:noHBand="0" w:noVBand="0"/>
      </w:tblPr>
      <w:tblGrid>
        <w:gridCol w:w="1954"/>
        <w:gridCol w:w="1955"/>
        <w:gridCol w:w="1954"/>
        <w:gridCol w:w="1954"/>
        <w:gridCol w:w="1954"/>
        <w:gridCol w:w="1954"/>
        <w:gridCol w:w="1955"/>
      </w:tblGrid>
      <w:tr w:rsidR="005D282F" w:rsidRPr="00720C4A" w14:paraId="29328968" w14:textId="77777777" w:rsidTr="00720C4A">
        <w:trPr>
          <w:cantSplit/>
          <w:trHeight w:hRule="exact" w:val="864"/>
          <w:jc w:val="center"/>
        </w:trPr>
        <w:tc>
          <w:tcPr>
            <w:tcW w:w="13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</w:tcPr>
          <w:p w14:paraId="4DBEBBAC" w14:textId="0B1A014B" w:rsidR="005D282F" w:rsidRPr="00720C4A" w:rsidRDefault="00665B68" w:rsidP="00720C4A">
            <w:pPr>
              <w:pStyle w:val="MonthNames"/>
              <w:rPr>
                <w:rFonts w:ascii="Calibri" w:hAnsi="Calibri" w:cs="Calibri"/>
                <w:b/>
                <w:sz w:val="56"/>
                <w:szCs w:val="56"/>
              </w:rPr>
            </w:pPr>
            <w:r w:rsidRPr="00720C4A">
              <w:rPr>
                <w:rFonts w:ascii="Calibri" w:hAnsi="Calibri" w:cs="Calibri"/>
                <w:b/>
                <w:sz w:val="56"/>
                <w:szCs w:val="56"/>
              </w:rPr>
              <w:lastRenderedPageBreak/>
              <w:t xml:space="preserve">March </w:t>
            </w:r>
            <w:r w:rsidR="00FD425D">
              <w:rPr>
                <w:rFonts w:ascii="Calibri" w:hAnsi="Calibri" w:cs="Calibri"/>
                <w:b/>
                <w:sz w:val="56"/>
                <w:szCs w:val="56"/>
              </w:rPr>
              <w:t>2012</w:t>
            </w:r>
          </w:p>
        </w:tc>
      </w:tr>
      <w:tr w:rsidR="00CC1147" w:rsidRPr="00720C4A" w14:paraId="5BF50598" w14:textId="77777777" w:rsidTr="00720C4A">
        <w:trPr>
          <w:cantSplit/>
          <w:trHeight w:hRule="exact" w:val="288"/>
          <w:jc w:val="center"/>
        </w:trPr>
        <w:tc>
          <w:tcPr>
            <w:tcW w:w="195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12CE1F0B" w14:textId="77777777" w:rsidR="00CC1147" w:rsidRPr="00720C4A" w:rsidRDefault="00CB7A50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Sunday</w:t>
            </w:r>
          </w:p>
        </w:tc>
        <w:tc>
          <w:tcPr>
            <w:tcW w:w="19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0889AEAF" w14:textId="77777777" w:rsidR="00CC1147" w:rsidRPr="00720C4A" w:rsidRDefault="00CB7A50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Monday</w:t>
            </w:r>
          </w:p>
        </w:tc>
        <w:tc>
          <w:tcPr>
            <w:tcW w:w="195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24FF2034" w14:textId="77777777" w:rsidR="00CC1147" w:rsidRPr="00720C4A" w:rsidRDefault="00CB7A50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Tuesday</w:t>
            </w:r>
          </w:p>
        </w:tc>
        <w:tc>
          <w:tcPr>
            <w:tcW w:w="195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6A83404E" w14:textId="77777777" w:rsidR="00CC1147" w:rsidRPr="00720C4A" w:rsidRDefault="00CB7A50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Wednesday</w:t>
            </w:r>
          </w:p>
        </w:tc>
        <w:tc>
          <w:tcPr>
            <w:tcW w:w="195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4846F33C" w14:textId="77777777" w:rsidR="00CC1147" w:rsidRPr="00720C4A" w:rsidRDefault="00CB7A50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Thursday</w:t>
            </w:r>
          </w:p>
        </w:tc>
        <w:tc>
          <w:tcPr>
            <w:tcW w:w="195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64EE2B26" w14:textId="77777777" w:rsidR="00CC1147" w:rsidRPr="00720C4A" w:rsidRDefault="00CB7A50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Friday</w:t>
            </w:r>
          </w:p>
        </w:tc>
        <w:tc>
          <w:tcPr>
            <w:tcW w:w="19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1FFA2F4B" w14:textId="77777777" w:rsidR="00CC1147" w:rsidRPr="00720C4A" w:rsidRDefault="00CB7A50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Saturday</w:t>
            </w:r>
          </w:p>
        </w:tc>
      </w:tr>
      <w:tr w:rsidR="00630AAE" w:rsidRPr="00720C4A" w14:paraId="4475D4DC" w14:textId="77777777" w:rsidTr="00720C4A">
        <w:trPr>
          <w:cantSplit/>
          <w:trHeight w:hRule="exact" w:val="1584"/>
          <w:jc w:val="center"/>
        </w:trPr>
        <w:tc>
          <w:tcPr>
            <w:tcW w:w="1954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E47EA5" w14:textId="77777777" w:rsidR="00630AAE" w:rsidRPr="00720C4A" w:rsidRDefault="00630AAE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DB6566" w14:textId="77777777" w:rsidR="00630AAE" w:rsidRPr="00720C4A" w:rsidRDefault="00630AAE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CCDAB49" w14:textId="2A129ED6" w:rsidR="00630AAE" w:rsidRDefault="00630AAE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  <w:p w14:paraId="4BFC3BDE" w14:textId="77777777" w:rsidR="00387ED2" w:rsidRDefault="00387ED2" w:rsidP="00387ED2"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Mean, Median</w:t>
            </w:r>
          </w:p>
          <w:p w14:paraId="1930CFF6" w14:textId="26918AB8" w:rsidR="00990674" w:rsidRPr="00720C4A" w:rsidRDefault="00387ED2" w:rsidP="00387ED2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sz w:val="32"/>
                <w:szCs w:val="32"/>
              </w:rPr>
              <w:t>Mode, Range</w:t>
            </w:r>
          </w:p>
        </w:tc>
        <w:tc>
          <w:tcPr>
            <w:tcW w:w="195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0A6CBF0" w14:textId="60BAA7C0" w:rsidR="00630AAE" w:rsidRDefault="00630AAE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  <w:p w14:paraId="19EA792D" w14:textId="77777777" w:rsidR="00990674" w:rsidRPr="00720C4A" w:rsidRDefault="00011BC1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sz w:val="32"/>
                <w:szCs w:val="32"/>
              </w:rPr>
              <w:t>MMMR Word Problems</w:t>
            </w:r>
          </w:p>
        </w:tc>
        <w:tc>
          <w:tcPr>
            <w:tcW w:w="195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33775A9" w14:textId="01DC3BB3" w:rsidR="00630AAE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</w:t>
            </w:r>
          </w:p>
          <w:p w14:paraId="11A9B039" w14:textId="320CA3F6" w:rsidR="00990674" w:rsidRPr="00720C4A" w:rsidRDefault="00387ED2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sz w:val="32"/>
                <w:szCs w:val="32"/>
              </w:rPr>
              <w:t>MMMR Word Problems</w:t>
            </w:r>
          </w:p>
        </w:tc>
        <w:tc>
          <w:tcPr>
            <w:tcW w:w="195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5DA3201" w14:textId="6AEFCF7B" w:rsidR="00630AAE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</w:t>
            </w:r>
          </w:p>
          <w:p w14:paraId="0EBD2C27" w14:textId="631E6973" w:rsidR="00990674" w:rsidRPr="00720C4A" w:rsidRDefault="00F10F13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sz w:val="32"/>
                <w:szCs w:val="32"/>
              </w:rPr>
              <w:t>Probability</w:t>
            </w:r>
          </w:p>
        </w:tc>
        <w:tc>
          <w:tcPr>
            <w:tcW w:w="195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A539B34" w14:textId="10C5AD57" w:rsidR="00630AAE" w:rsidRPr="00720C4A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3</w:t>
            </w:r>
          </w:p>
        </w:tc>
      </w:tr>
      <w:tr w:rsidR="00630AAE" w:rsidRPr="00720C4A" w14:paraId="0174B132" w14:textId="77777777" w:rsidTr="00720C4A">
        <w:trPr>
          <w:cantSplit/>
          <w:trHeight w:hRule="exact" w:val="1584"/>
          <w:jc w:val="center"/>
        </w:trPr>
        <w:tc>
          <w:tcPr>
            <w:tcW w:w="195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773D3E2" w14:textId="73A4DDF6" w:rsidR="00630AAE" w:rsidRPr="00720C4A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4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1948EBF" w14:textId="4AB9946D" w:rsidR="00630AAE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5</w:t>
            </w:r>
          </w:p>
          <w:p w14:paraId="2B3502CA" w14:textId="12DAAC7D" w:rsidR="00990674" w:rsidRPr="00720C4A" w:rsidRDefault="00F10F13" w:rsidP="00F10F1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sz w:val="32"/>
                <w:szCs w:val="32"/>
              </w:rPr>
              <w:t xml:space="preserve">Probability 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BB8CB36" w14:textId="626BCFB6" w:rsidR="00630AAE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6</w:t>
            </w:r>
          </w:p>
          <w:p w14:paraId="6B58A98F" w14:textId="77777777" w:rsidR="003907AA" w:rsidRPr="00720C4A" w:rsidRDefault="003907AA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sz w:val="32"/>
                <w:szCs w:val="32"/>
              </w:rPr>
              <w:t>REVIEW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7BA6BF2" w14:textId="35C57E07" w:rsidR="003907AA" w:rsidRPr="003907AA" w:rsidRDefault="00FD425D" w:rsidP="00630AAE">
            <w:pPr>
              <w:pStyle w:val="Dates"/>
              <w:rPr>
                <w:rFonts w:ascii="Calibri" w:hAnsi="Calibri" w:cs="Calibri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7</w:t>
            </w:r>
            <w:r w:rsidR="000F7DC3">
              <w:rPr>
                <w:sz w:val="32"/>
                <w:szCs w:val="32"/>
              </w:rPr>
              <w:t xml:space="preserve"> REVIEW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0C888E0" w14:textId="285F9114" w:rsidR="00F10F13" w:rsidRDefault="00FD425D" w:rsidP="00630AAE">
            <w:pPr>
              <w:pStyle w:val="Dates"/>
              <w:rPr>
                <w:sz w:val="32"/>
                <w:szCs w:val="32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8</w:t>
            </w:r>
          </w:p>
          <w:p w14:paraId="2E9ADF0D" w14:textId="10CD0314" w:rsidR="00A76332" w:rsidRPr="00FD425D" w:rsidRDefault="00FD425D" w:rsidP="004D5CAC"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Benchmark 8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66BD26A" w14:textId="6EA7E976" w:rsidR="00630AAE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9</w:t>
            </w:r>
          </w:p>
          <w:p w14:paraId="7173D411" w14:textId="5DE93B88" w:rsidR="003907AA" w:rsidRPr="00720C4A" w:rsidRDefault="00FD425D" w:rsidP="00A76332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sz w:val="32"/>
                <w:szCs w:val="32"/>
              </w:rPr>
              <w:t>No school</w:t>
            </w:r>
            <w:r w:rsidR="00A76332">
              <w:rPr>
                <w:sz w:val="32"/>
                <w:szCs w:val="32"/>
              </w:rPr>
              <w:t xml:space="preserve"> 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39B8CC9" w14:textId="2736F56F" w:rsidR="00630AAE" w:rsidRPr="00720C4A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10</w:t>
            </w:r>
          </w:p>
        </w:tc>
      </w:tr>
      <w:tr w:rsidR="00630AAE" w:rsidRPr="00720C4A" w14:paraId="7E7A0442" w14:textId="77777777" w:rsidTr="00720C4A">
        <w:trPr>
          <w:cantSplit/>
          <w:trHeight w:hRule="exact" w:val="1584"/>
          <w:jc w:val="center"/>
        </w:trPr>
        <w:tc>
          <w:tcPr>
            <w:tcW w:w="195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4BE8B26" w14:textId="35CEB6A1" w:rsidR="00630AAE" w:rsidRPr="00720C4A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11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CED35A7" w14:textId="56C477B6" w:rsidR="00630AAE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12</w:t>
            </w:r>
            <w:r w:rsidR="004F2144">
              <w:rPr>
                <w:rFonts w:ascii="Calibri" w:hAnsi="Calibri" w:cs="Calibri"/>
                <w:b/>
                <w:sz w:val="40"/>
                <w:szCs w:val="40"/>
              </w:rPr>
              <w:t xml:space="preserve"> B</w:t>
            </w:r>
          </w:p>
          <w:p w14:paraId="43302EFF" w14:textId="415BC0D8" w:rsidR="003907AA" w:rsidRPr="00720C4A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Factoring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A87B29F" w14:textId="002A0D98" w:rsidR="00630AAE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13</w:t>
            </w:r>
          </w:p>
          <w:p w14:paraId="32DC4A44" w14:textId="0463EBE1" w:rsidR="003907AA" w:rsidRPr="00720C4A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Factoring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2B258C7" w14:textId="770C84C3" w:rsidR="003907AA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14</w:t>
            </w:r>
          </w:p>
          <w:p w14:paraId="74D8B1A7" w14:textId="77777777" w:rsidR="00FD425D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Factoring</w:t>
            </w:r>
          </w:p>
          <w:p w14:paraId="22726641" w14:textId="55F6E085" w:rsidR="00FD425D" w:rsidRPr="00720C4A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Little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9C97D85" w14:textId="6B3DC735" w:rsidR="00630AAE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15</w:t>
            </w:r>
          </w:p>
          <w:p w14:paraId="61E109BE" w14:textId="0042B5F1" w:rsidR="003907AA" w:rsidRPr="00720C4A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Solve Quadratic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13FA13B" w14:textId="328EA512" w:rsidR="00630AAE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16</w:t>
            </w:r>
          </w:p>
          <w:p w14:paraId="51191ACA" w14:textId="74078D0A" w:rsidR="003907AA" w:rsidRPr="00720C4A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Solve Quadratic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B25A6BA" w14:textId="60D62B58" w:rsidR="00630AAE" w:rsidRPr="00720C4A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17</w:t>
            </w:r>
          </w:p>
        </w:tc>
      </w:tr>
      <w:tr w:rsidR="00630AAE" w:rsidRPr="00720C4A" w14:paraId="7C74E99A" w14:textId="77777777" w:rsidTr="00720C4A">
        <w:trPr>
          <w:cantSplit/>
          <w:trHeight w:hRule="exact" w:val="1584"/>
          <w:jc w:val="center"/>
        </w:trPr>
        <w:tc>
          <w:tcPr>
            <w:tcW w:w="195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A025E40" w14:textId="716866EA" w:rsidR="00630AAE" w:rsidRPr="00720C4A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18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A9D802D" w14:textId="4A315EB4" w:rsidR="00F15992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19</w:t>
            </w:r>
            <w:r w:rsidR="00F10F13"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  <w:r w:rsidR="004F2144">
              <w:rPr>
                <w:rFonts w:ascii="Calibri" w:hAnsi="Calibri" w:cs="Calibri"/>
                <w:b/>
                <w:sz w:val="40"/>
                <w:szCs w:val="40"/>
              </w:rPr>
              <w:t>A</w:t>
            </w:r>
          </w:p>
          <w:p w14:paraId="6D442050" w14:textId="59E77D8E" w:rsidR="00F10F13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sz w:val="30"/>
                <w:szCs w:val="40"/>
              </w:rPr>
              <w:t>Data Analysis</w:t>
            </w:r>
            <w:r w:rsidR="001E3A78">
              <w:rPr>
                <w:sz w:val="32"/>
                <w:szCs w:val="32"/>
              </w:rPr>
              <w:t xml:space="preserve"> </w:t>
            </w:r>
          </w:p>
          <w:p w14:paraId="215F4023" w14:textId="23318D2A" w:rsidR="003907AA" w:rsidRPr="00720C4A" w:rsidRDefault="003907AA" w:rsidP="00F15992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DE73612" w14:textId="581C8DCC" w:rsidR="00F15992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20</w:t>
            </w:r>
            <w:r w:rsidR="00F15992"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</w:p>
          <w:p w14:paraId="635CF324" w14:textId="33324117" w:rsidR="003907AA" w:rsidRPr="00720C4A" w:rsidRDefault="00792ACB" w:rsidP="001E3A78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sz w:val="30"/>
                <w:szCs w:val="40"/>
              </w:rPr>
              <w:t>Field Trip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3B13F1C" w14:textId="211C2FAF" w:rsidR="007B73C2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21</w:t>
            </w:r>
            <w:r w:rsidR="004D5CAC"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</w:p>
          <w:p w14:paraId="7B104347" w14:textId="77777777" w:rsidR="003907AA" w:rsidRDefault="00FD425D" w:rsidP="001E3A78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  <w:r>
              <w:rPr>
                <w:rFonts w:ascii="Calibri" w:hAnsi="Calibri" w:cs="Calibri"/>
                <w:sz w:val="30"/>
                <w:szCs w:val="40"/>
              </w:rPr>
              <w:t>Data Analysis</w:t>
            </w:r>
          </w:p>
          <w:p w14:paraId="1729D140" w14:textId="7FBEADC7" w:rsidR="00FD425D" w:rsidRPr="00720C4A" w:rsidRDefault="00FD425D" w:rsidP="001E3A78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proofErr w:type="spellStart"/>
            <w:r>
              <w:rPr>
                <w:rFonts w:ascii="Calibri" w:hAnsi="Calibri" w:cs="Calibri"/>
                <w:sz w:val="30"/>
                <w:szCs w:val="40"/>
              </w:rPr>
              <w:t>Gillon</w:t>
            </w:r>
            <w:proofErr w:type="spellEnd"/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4839ADB" w14:textId="4425362B" w:rsidR="004D5CAC" w:rsidRDefault="00FD425D" w:rsidP="004D5CAC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22</w:t>
            </w:r>
            <w:r w:rsidR="003907AA"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  <w:r>
              <w:rPr>
                <w:sz w:val="32"/>
                <w:szCs w:val="32"/>
              </w:rPr>
              <w:t>Systems of Inequalities</w:t>
            </w:r>
          </w:p>
          <w:p w14:paraId="3A4D521A" w14:textId="2920CFF8" w:rsidR="003907AA" w:rsidRPr="00720C4A" w:rsidRDefault="003907AA" w:rsidP="004D5CAC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C9ED52F" w14:textId="2D693CA3" w:rsidR="001E3A78" w:rsidRDefault="00FD425D" w:rsidP="001E3A78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23</w:t>
            </w:r>
            <w:r w:rsidR="003907AA"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  <w:r>
              <w:rPr>
                <w:sz w:val="32"/>
                <w:szCs w:val="32"/>
              </w:rPr>
              <w:t>Proportions/ Functions</w:t>
            </w:r>
          </w:p>
          <w:p w14:paraId="43537EB8" w14:textId="24DA04FA" w:rsidR="00630AAE" w:rsidRPr="00720C4A" w:rsidRDefault="00630AAE" w:rsidP="001E3A78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531396C" w14:textId="43999F54" w:rsidR="00630AAE" w:rsidRPr="00720C4A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24</w:t>
            </w:r>
          </w:p>
        </w:tc>
      </w:tr>
      <w:tr w:rsidR="00630AAE" w:rsidRPr="00720C4A" w14:paraId="526FAB62" w14:textId="77777777" w:rsidTr="00720C4A">
        <w:trPr>
          <w:cantSplit/>
          <w:trHeight w:hRule="exact" w:val="1584"/>
          <w:jc w:val="center"/>
        </w:trPr>
        <w:tc>
          <w:tcPr>
            <w:tcW w:w="1954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C32C570" w14:textId="6A7BA611" w:rsidR="00630AAE" w:rsidRPr="00720C4A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25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A1BD6DB" w14:textId="364786C5" w:rsidR="001E3A78" w:rsidRPr="004F2144" w:rsidRDefault="00FD425D" w:rsidP="001E3A78">
            <w:pPr>
              <w:pStyle w:val="Dates"/>
              <w:rPr>
                <w:rFonts w:ascii="Calibri" w:hAnsi="Calibri" w:cs="Calibri"/>
                <w:b/>
                <w:sz w:val="36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26</w:t>
            </w:r>
            <w:r w:rsidR="004F2144">
              <w:rPr>
                <w:rFonts w:ascii="Calibri" w:hAnsi="Calibri" w:cs="Calibri"/>
                <w:b/>
                <w:sz w:val="40"/>
                <w:szCs w:val="40"/>
              </w:rPr>
              <w:t xml:space="preserve"> B</w:t>
            </w:r>
            <w:r w:rsidR="003907AA"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  <w:r w:rsidR="001D7C98" w:rsidRPr="004F2144">
              <w:rPr>
                <w:sz w:val="28"/>
                <w:szCs w:val="32"/>
              </w:rPr>
              <w:t>Quiz #1</w:t>
            </w:r>
          </w:p>
          <w:p w14:paraId="60192F2F" w14:textId="1E6C514F" w:rsidR="004F2144" w:rsidRPr="004F2144" w:rsidRDefault="001D7C98" w:rsidP="001E3A78">
            <w:pPr>
              <w:pStyle w:val="Dates"/>
              <w:rPr>
                <w:sz w:val="28"/>
                <w:szCs w:val="32"/>
              </w:rPr>
            </w:pPr>
            <w:r w:rsidRPr="004F2144">
              <w:rPr>
                <w:sz w:val="28"/>
                <w:szCs w:val="32"/>
              </w:rPr>
              <w:t>Word Problem</w:t>
            </w:r>
            <w:r w:rsidR="004F2144" w:rsidRPr="004F2144">
              <w:rPr>
                <w:sz w:val="28"/>
                <w:szCs w:val="32"/>
              </w:rPr>
              <w:t xml:space="preserve"> Trumbo</w:t>
            </w:r>
            <w:r w:rsidR="0034068B">
              <w:rPr>
                <w:sz w:val="28"/>
                <w:szCs w:val="32"/>
              </w:rPr>
              <w:t xml:space="preserve"> – Lesson Plan</w:t>
            </w:r>
            <w:bookmarkStart w:id="0" w:name="_GoBack"/>
            <w:bookmarkEnd w:id="0"/>
          </w:p>
          <w:p w14:paraId="32CD2358" w14:textId="55B13341" w:rsidR="00630AAE" w:rsidRPr="00720C4A" w:rsidRDefault="00630AAE" w:rsidP="001E3A78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14C547D" w14:textId="23D8739B" w:rsidR="003907AA" w:rsidRPr="00792ACB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27</w:t>
            </w:r>
            <w:r w:rsidR="003907AA"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  <w:r w:rsidR="001D7C98">
              <w:rPr>
                <w:rFonts w:ascii="Calibri" w:hAnsi="Calibri" w:cs="Calibri"/>
                <w:sz w:val="30"/>
                <w:szCs w:val="40"/>
              </w:rPr>
              <w:t xml:space="preserve">Quiz #2 </w:t>
            </w:r>
            <w:r w:rsidR="001D7C98" w:rsidRPr="0034068B">
              <w:rPr>
                <w:rFonts w:ascii="Calibri" w:hAnsi="Calibri" w:cs="Calibri"/>
                <w:sz w:val="24"/>
                <w:szCs w:val="40"/>
              </w:rPr>
              <w:t>Properties</w:t>
            </w:r>
            <w:r w:rsidR="00792ACB" w:rsidRPr="0034068B">
              <w:rPr>
                <w:rFonts w:ascii="Calibri" w:hAnsi="Calibri" w:cs="Calibri"/>
                <w:sz w:val="24"/>
                <w:szCs w:val="40"/>
              </w:rPr>
              <w:t xml:space="preserve"> ordering #</w:t>
            </w:r>
            <w:r w:rsidR="0034068B" w:rsidRPr="0034068B">
              <w:rPr>
                <w:rFonts w:ascii="Calibri" w:hAnsi="Calibri" w:cs="Calibri"/>
                <w:sz w:val="24"/>
                <w:szCs w:val="40"/>
              </w:rPr>
              <w:t xml:space="preserve"> Little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E411036" w14:textId="52438052" w:rsidR="003907AA" w:rsidRPr="0034068B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28</w:t>
            </w:r>
            <w:r w:rsidR="00792ACB">
              <w:rPr>
                <w:rFonts w:ascii="Calibri" w:hAnsi="Calibri" w:cs="Calibri"/>
                <w:b/>
                <w:sz w:val="30"/>
                <w:szCs w:val="40"/>
              </w:rPr>
              <w:t>Quiz #3 Slope &amp; mid-</w:t>
            </w:r>
            <w:proofErr w:type="spellStart"/>
            <w:r w:rsidR="00792ACB">
              <w:rPr>
                <w:rFonts w:ascii="Calibri" w:hAnsi="Calibri" w:cs="Calibri"/>
                <w:b/>
                <w:sz w:val="30"/>
                <w:szCs w:val="40"/>
              </w:rPr>
              <w:t>pt</w:t>
            </w:r>
            <w:proofErr w:type="spellEnd"/>
            <w:r w:rsidR="00792ACB">
              <w:rPr>
                <w:rFonts w:ascii="Calibri" w:hAnsi="Calibri" w:cs="Calibri"/>
                <w:b/>
                <w:sz w:val="30"/>
                <w:szCs w:val="40"/>
              </w:rPr>
              <w:t xml:space="preserve"> dis</w:t>
            </w:r>
            <w:r w:rsidR="0034068B">
              <w:rPr>
                <w:rFonts w:ascii="Calibri" w:hAnsi="Calibri" w:cs="Calibri"/>
                <w:b/>
                <w:sz w:val="30"/>
                <w:szCs w:val="40"/>
              </w:rPr>
              <w:t xml:space="preserve"> </w:t>
            </w:r>
            <w:proofErr w:type="spellStart"/>
            <w:r w:rsidR="0034068B">
              <w:rPr>
                <w:rFonts w:ascii="Calibri" w:hAnsi="Calibri" w:cs="Calibri"/>
                <w:b/>
                <w:sz w:val="30"/>
                <w:szCs w:val="40"/>
              </w:rPr>
              <w:t>Gillon</w:t>
            </w:r>
            <w:proofErr w:type="spellEnd"/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117D17D" w14:textId="7056AFF7" w:rsidR="00630AAE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29</w:t>
            </w:r>
          </w:p>
          <w:p w14:paraId="19CC9B94" w14:textId="7CB6588E" w:rsidR="00792ACB" w:rsidRPr="004D5CAC" w:rsidRDefault="0034068B" w:rsidP="00630AAE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  <w:r>
              <w:rPr>
                <w:rFonts w:ascii="Calibri" w:hAnsi="Calibri" w:cs="Calibri"/>
                <w:sz w:val="30"/>
                <w:szCs w:val="40"/>
              </w:rPr>
              <w:t>EOC Benchmark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3CB3F7EE" w14:textId="435C6E13" w:rsidR="0034068B" w:rsidRPr="0034068B" w:rsidRDefault="00FD425D" w:rsidP="0034068B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30</w:t>
            </w:r>
            <w:r w:rsidR="0034068B">
              <w:rPr>
                <w:sz w:val="32"/>
                <w:szCs w:val="32"/>
              </w:rPr>
              <w:t>Quiz #4</w:t>
            </w:r>
          </w:p>
          <w:p w14:paraId="7DD8CB93" w14:textId="77777777" w:rsidR="004D5CAC" w:rsidRDefault="0034068B" w:rsidP="0034068B"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Radicals</w:t>
            </w:r>
          </w:p>
          <w:p w14:paraId="59793735" w14:textId="6779B688" w:rsidR="0034068B" w:rsidRPr="00720C4A" w:rsidRDefault="0034068B" w:rsidP="0034068B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sz w:val="32"/>
                <w:szCs w:val="32"/>
              </w:rPr>
              <w:t>Little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A47E02C" w14:textId="4E6DB88D" w:rsidR="00630AAE" w:rsidRPr="00720C4A" w:rsidRDefault="00FD425D" w:rsidP="00630AAE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31</w:t>
            </w:r>
          </w:p>
        </w:tc>
      </w:tr>
    </w:tbl>
    <w:p w14:paraId="210EBFAC" w14:textId="77777777" w:rsidR="00997953" w:rsidRPr="00E56ED7" w:rsidRDefault="00997953">
      <w:pPr>
        <w:rPr>
          <w:rFonts w:ascii="Calibri" w:hAnsi="Calibri" w:cs="Calibri"/>
          <w:b/>
        </w:rPr>
      </w:pPr>
      <w:r w:rsidRPr="00E56ED7">
        <w:rPr>
          <w:rFonts w:ascii="Calibri" w:hAnsi="Calibri" w:cs="Calibri"/>
          <w:b/>
          <w:bCs/>
        </w:rPr>
        <w:br w:type="page"/>
      </w: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 w:firstRow="0" w:lastRow="0" w:firstColumn="0" w:lastColumn="0" w:noHBand="0" w:noVBand="0"/>
      </w:tblPr>
      <w:tblGrid>
        <w:gridCol w:w="1953"/>
        <w:gridCol w:w="1954"/>
        <w:gridCol w:w="1954"/>
        <w:gridCol w:w="1955"/>
        <w:gridCol w:w="1955"/>
        <w:gridCol w:w="1954"/>
        <w:gridCol w:w="1955"/>
      </w:tblGrid>
      <w:tr w:rsidR="005D282F" w:rsidRPr="00720C4A" w14:paraId="074574B5" w14:textId="77777777" w:rsidTr="00720C4A">
        <w:trPr>
          <w:cantSplit/>
          <w:trHeight w:hRule="exact" w:val="864"/>
          <w:jc w:val="center"/>
        </w:trPr>
        <w:tc>
          <w:tcPr>
            <w:tcW w:w="13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</w:tcPr>
          <w:p w14:paraId="4DDBE0A2" w14:textId="79E8D8F9" w:rsidR="005D282F" w:rsidRPr="00720C4A" w:rsidRDefault="00BB4E54" w:rsidP="00720C4A">
            <w:pPr>
              <w:pStyle w:val="MonthNames"/>
              <w:rPr>
                <w:rFonts w:ascii="Calibri" w:hAnsi="Calibri" w:cs="Calibri"/>
                <w:b/>
                <w:sz w:val="56"/>
                <w:szCs w:val="56"/>
              </w:rPr>
            </w:pPr>
            <w:r w:rsidRPr="00720C4A">
              <w:rPr>
                <w:rFonts w:ascii="Calibri" w:hAnsi="Calibri" w:cs="Calibri"/>
                <w:b/>
                <w:sz w:val="56"/>
                <w:szCs w:val="56"/>
              </w:rPr>
              <w:lastRenderedPageBreak/>
              <w:t>April</w:t>
            </w:r>
            <w:r w:rsidR="00665B68" w:rsidRPr="00720C4A">
              <w:rPr>
                <w:rFonts w:ascii="Calibri" w:hAnsi="Calibri" w:cs="Calibri"/>
                <w:b/>
                <w:sz w:val="56"/>
                <w:szCs w:val="56"/>
              </w:rPr>
              <w:t xml:space="preserve"> </w:t>
            </w:r>
            <w:r w:rsidR="00FD425D">
              <w:rPr>
                <w:rFonts w:ascii="Calibri" w:hAnsi="Calibri" w:cs="Calibri"/>
                <w:b/>
                <w:sz w:val="56"/>
                <w:szCs w:val="56"/>
              </w:rPr>
              <w:t>2012</w:t>
            </w:r>
          </w:p>
        </w:tc>
      </w:tr>
      <w:tr w:rsidR="00AE75DA" w:rsidRPr="00720C4A" w14:paraId="17CF6C17" w14:textId="77777777" w:rsidTr="00720C4A">
        <w:trPr>
          <w:cantSplit/>
          <w:trHeight w:hRule="exact" w:val="288"/>
          <w:jc w:val="center"/>
        </w:trPr>
        <w:tc>
          <w:tcPr>
            <w:tcW w:w="195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0E9AECAB" w14:textId="77777777" w:rsidR="00AE75DA" w:rsidRPr="00720C4A" w:rsidRDefault="00CB7A50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Sunday</w:t>
            </w:r>
          </w:p>
        </w:tc>
        <w:tc>
          <w:tcPr>
            <w:tcW w:w="195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68761657" w14:textId="77777777" w:rsidR="00AE75DA" w:rsidRPr="00720C4A" w:rsidRDefault="00CB7A50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Monday</w:t>
            </w:r>
          </w:p>
        </w:tc>
        <w:tc>
          <w:tcPr>
            <w:tcW w:w="195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1543E69E" w14:textId="77777777" w:rsidR="00AE75DA" w:rsidRPr="00720C4A" w:rsidRDefault="00CB7A50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Tuesday</w:t>
            </w:r>
          </w:p>
        </w:tc>
        <w:tc>
          <w:tcPr>
            <w:tcW w:w="19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68F2FB29" w14:textId="77777777" w:rsidR="00AE75DA" w:rsidRPr="00720C4A" w:rsidRDefault="00CB7A50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Wednesday</w:t>
            </w:r>
          </w:p>
        </w:tc>
        <w:tc>
          <w:tcPr>
            <w:tcW w:w="19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4C9A43D6" w14:textId="77777777" w:rsidR="00AE75DA" w:rsidRPr="00720C4A" w:rsidRDefault="00CB7A50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Thursday</w:t>
            </w:r>
          </w:p>
        </w:tc>
        <w:tc>
          <w:tcPr>
            <w:tcW w:w="195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552950D1" w14:textId="77777777" w:rsidR="00AE75DA" w:rsidRPr="00720C4A" w:rsidRDefault="00CB7A50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Friday</w:t>
            </w:r>
          </w:p>
        </w:tc>
        <w:tc>
          <w:tcPr>
            <w:tcW w:w="19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2D0E473B" w14:textId="77777777" w:rsidR="00AE75DA" w:rsidRPr="00720C4A" w:rsidRDefault="00CB7A50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Saturday</w:t>
            </w:r>
          </w:p>
        </w:tc>
      </w:tr>
      <w:tr w:rsidR="00792ACB" w:rsidRPr="00720C4A" w14:paraId="1859F7FD" w14:textId="77777777" w:rsidTr="00720C4A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72770A" w14:textId="02D5E6BB" w:rsidR="00792ACB" w:rsidRPr="00720C4A" w:rsidRDefault="00792ACB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</w:t>
            </w:r>
          </w:p>
        </w:tc>
        <w:tc>
          <w:tcPr>
            <w:tcW w:w="195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4D7574" w14:textId="504E9587" w:rsidR="00792ACB" w:rsidRPr="00720C4A" w:rsidRDefault="00792ACB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 Teachers Work</w:t>
            </w:r>
          </w:p>
        </w:tc>
        <w:tc>
          <w:tcPr>
            <w:tcW w:w="195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9FAD2B" w14:textId="2CB983B2" w:rsidR="00792ACB" w:rsidRPr="00792ACB" w:rsidRDefault="00792ACB" w:rsidP="00997953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3</w:t>
            </w:r>
          </w:p>
        </w:tc>
        <w:tc>
          <w:tcPr>
            <w:tcW w:w="195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C33625" w14:textId="187B16E8" w:rsidR="00792ACB" w:rsidRPr="00720C4A" w:rsidRDefault="00792ACB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4</w:t>
            </w:r>
          </w:p>
        </w:tc>
        <w:tc>
          <w:tcPr>
            <w:tcW w:w="195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00F604" w14:textId="49308CE6" w:rsidR="00792ACB" w:rsidRPr="00720C4A" w:rsidRDefault="00792ACB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5</w:t>
            </w:r>
          </w:p>
        </w:tc>
        <w:tc>
          <w:tcPr>
            <w:tcW w:w="195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2EAE9B9" w14:textId="209C1E30" w:rsidR="00792ACB" w:rsidRPr="00792ACB" w:rsidRDefault="00792ACB" w:rsidP="00997953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6</w:t>
            </w:r>
          </w:p>
        </w:tc>
        <w:tc>
          <w:tcPr>
            <w:tcW w:w="195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91511D5" w14:textId="24ECB9D1" w:rsidR="00792ACB" w:rsidRPr="00720C4A" w:rsidRDefault="00792ACB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7</w:t>
            </w:r>
          </w:p>
        </w:tc>
      </w:tr>
      <w:tr w:rsidR="00792ACB" w:rsidRPr="00720C4A" w14:paraId="74647813" w14:textId="77777777" w:rsidTr="00720C4A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E8B760F" w14:textId="51D65334" w:rsidR="00792ACB" w:rsidRPr="00720C4A" w:rsidRDefault="00792ACB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8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73CEC6C" w14:textId="7D3EC82A" w:rsidR="00792ACB" w:rsidRPr="00630CB0" w:rsidRDefault="00792ACB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9 No School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746D64E" w14:textId="444D84A2" w:rsidR="00792ACB" w:rsidRPr="00630CB0" w:rsidRDefault="00792ACB" w:rsidP="00997953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 xml:space="preserve">10 </w:t>
            </w:r>
            <w:r w:rsidR="004F2144">
              <w:rPr>
                <w:rFonts w:ascii="Calibri" w:hAnsi="Calibri" w:cs="Calibri"/>
                <w:b/>
                <w:sz w:val="40"/>
                <w:szCs w:val="40"/>
              </w:rPr>
              <w:t>A</w:t>
            </w:r>
            <w:r>
              <w:rPr>
                <w:rFonts w:ascii="Calibri" w:hAnsi="Calibri" w:cs="Calibri"/>
                <w:sz w:val="30"/>
                <w:szCs w:val="40"/>
              </w:rPr>
              <w:t xml:space="preserve"> </w:t>
            </w:r>
            <w:r w:rsidRPr="0034068B">
              <w:rPr>
                <w:rFonts w:ascii="Calibri" w:hAnsi="Calibri" w:cs="Calibri"/>
                <w:sz w:val="24"/>
                <w:szCs w:val="40"/>
              </w:rPr>
              <w:t>Quiz #5 Scientific Notation</w:t>
            </w:r>
            <w:r w:rsidR="0034068B" w:rsidRPr="0034068B">
              <w:rPr>
                <w:rFonts w:ascii="Calibri" w:hAnsi="Calibri" w:cs="Calibri"/>
                <w:sz w:val="24"/>
                <w:szCs w:val="40"/>
              </w:rPr>
              <w:t xml:space="preserve"> - </w:t>
            </w:r>
            <w:proofErr w:type="spellStart"/>
            <w:r w:rsidR="0034068B" w:rsidRPr="0034068B">
              <w:rPr>
                <w:rFonts w:ascii="Calibri" w:hAnsi="Calibri" w:cs="Calibri"/>
                <w:b/>
                <w:sz w:val="32"/>
                <w:szCs w:val="40"/>
              </w:rPr>
              <w:t>beginBLITZ</w:t>
            </w:r>
            <w:proofErr w:type="spellEnd"/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84E9181" w14:textId="30341E69" w:rsidR="00792ACB" w:rsidRDefault="00792ACB" w:rsidP="00997953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 xml:space="preserve">11 Quiz #6 </w:t>
            </w:r>
            <w:proofErr w:type="gramStart"/>
            <w:r>
              <w:rPr>
                <w:rFonts w:ascii="Calibri" w:hAnsi="Calibri" w:cs="Calibri"/>
                <w:b/>
                <w:sz w:val="40"/>
                <w:szCs w:val="40"/>
              </w:rPr>
              <w:t>Area</w:t>
            </w:r>
            <w:proofErr w:type="gramEnd"/>
            <w:r>
              <w:rPr>
                <w:rFonts w:ascii="Calibri" w:hAnsi="Calibri" w:cs="Calibri"/>
                <w:b/>
                <w:sz w:val="40"/>
                <w:szCs w:val="40"/>
              </w:rPr>
              <w:t xml:space="preserve">/ </w:t>
            </w:r>
            <w:proofErr w:type="spellStart"/>
            <w:r>
              <w:rPr>
                <w:rFonts w:ascii="Calibri" w:hAnsi="Calibri" w:cs="Calibri"/>
                <w:b/>
                <w:sz w:val="40"/>
                <w:szCs w:val="40"/>
              </w:rPr>
              <w:t>Pythag</w:t>
            </w:r>
            <w:proofErr w:type="spellEnd"/>
            <w:r>
              <w:rPr>
                <w:rFonts w:ascii="Calibri" w:hAnsi="Calibri" w:cs="Calibri"/>
                <w:sz w:val="30"/>
                <w:szCs w:val="40"/>
              </w:rPr>
              <w:t xml:space="preserve">. </w:t>
            </w:r>
          </w:p>
          <w:p w14:paraId="53985DD4" w14:textId="1CA3F083" w:rsidR="00792ACB" w:rsidRPr="00720C4A" w:rsidRDefault="00792ACB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75472A6" w14:textId="6B23A623" w:rsidR="00792ACB" w:rsidRPr="00720C4A" w:rsidRDefault="00792ACB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 xml:space="preserve">12 </w:t>
            </w:r>
            <w:r w:rsidRPr="004F2144">
              <w:rPr>
                <w:rFonts w:ascii="Calibri" w:hAnsi="Calibri" w:cs="Calibri"/>
                <w:sz w:val="24"/>
                <w:szCs w:val="40"/>
              </w:rPr>
              <w:t>Quiz #7,</w:t>
            </w:r>
            <w:r w:rsidR="004F2144" w:rsidRPr="004F2144">
              <w:rPr>
                <w:rFonts w:ascii="Calibri" w:hAnsi="Calibri" w:cs="Calibri"/>
                <w:sz w:val="24"/>
                <w:szCs w:val="40"/>
              </w:rPr>
              <w:t xml:space="preserve"> Factoring</w:t>
            </w:r>
            <w:r w:rsidRPr="004F2144">
              <w:rPr>
                <w:rFonts w:ascii="Calibri" w:hAnsi="Calibri" w:cs="Calibri"/>
                <w:sz w:val="24"/>
                <w:szCs w:val="40"/>
              </w:rPr>
              <w:t xml:space="preserve"> </w:t>
            </w:r>
            <w:r w:rsidR="004F2144" w:rsidRPr="004F2144">
              <w:rPr>
                <w:rFonts w:ascii="Calibri" w:hAnsi="Calibri" w:cs="Calibri"/>
                <w:sz w:val="24"/>
                <w:szCs w:val="40"/>
              </w:rPr>
              <w:t xml:space="preserve"> &amp; polynomials </w:t>
            </w:r>
            <w:r w:rsidR="00FE009F">
              <w:rPr>
                <w:rFonts w:ascii="Calibri" w:hAnsi="Calibri" w:cs="Calibri"/>
                <w:sz w:val="24"/>
                <w:szCs w:val="40"/>
              </w:rPr>
              <w:t>–</w:t>
            </w:r>
            <w:r w:rsidR="004F2144" w:rsidRPr="004F2144">
              <w:rPr>
                <w:rFonts w:ascii="Calibri" w:hAnsi="Calibri" w:cs="Calibri"/>
                <w:sz w:val="24"/>
                <w:szCs w:val="40"/>
              </w:rPr>
              <w:t xml:space="preserve"> Little</w:t>
            </w:r>
            <w:r w:rsidR="00FE009F">
              <w:rPr>
                <w:rFonts w:ascii="Calibri" w:hAnsi="Calibri" w:cs="Calibri"/>
                <w:sz w:val="24"/>
                <w:szCs w:val="40"/>
              </w:rPr>
              <w:t xml:space="preserve"> – </w:t>
            </w:r>
            <w:proofErr w:type="spellStart"/>
            <w:r w:rsidR="00FE009F">
              <w:rPr>
                <w:rFonts w:ascii="Calibri" w:hAnsi="Calibri" w:cs="Calibri"/>
                <w:sz w:val="24"/>
                <w:szCs w:val="40"/>
              </w:rPr>
              <w:t>Alg</w:t>
            </w:r>
            <w:proofErr w:type="spellEnd"/>
            <w:r w:rsidR="00FE009F">
              <w:rPr>
                <w:rFonts w:ascii="Calibri" w:hAnsi="Calibri" w:cs="Calibri"/>
                <w:sz w:val="24"/>
                <w:szCs w:val="40"/>
              </w:rPr>
              <w:t xml:space="preserve"> I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DBEFB9C" w14:textId="100DFFF6" w:rsidR="00792ACB" w:rsidRPr="00720C4A" w:rsidRDefault="00792ACB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 xml:space="preserve">13 </w:t>
            </w:r>
            <w:r w:rsidR="004F2144">
              <w:rPr>
                <w:rFonts w:ascii="Calibri" w:hAnsi="Calibri" w:cs="Calibri"/>
                <w:sz w:val="30"/>
                <w:szCs w:val="40"/>
              </w:rPr>
              <w:t>Quiz #8, Equations &amp; Inequalities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2C75714" w14:textId="24F8491C" w:rsidR="00792ACB" w:rsidRPr="00720C4A" w:rsidRDefault="00792ACB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14</w:t>
            </w:r>
          </w:p>
        </w:tc>
      </w:tr>
      <w:tr w:rsidR="00792ACB" w:rsidRPr="00720C4A" w14:paraId="741ACFB8" w14:textId="77777777" w:rsidTr="00720C4A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D5F5AA0" w14:textId="4D9D8484" w:rsidR="00792ACB" w:rsidRPr="00720C4A" w:rsidRDefault="00792ACB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15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E24915A" w14:textId="79E46E8C" w:rsidR="00792ACB" w:rsidRPr="00720C4A" w:rsidRDefault="00792ACB" w:rsidP="00273FCB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16</w:t>
            </w:r>
            <w:r w:rsidR="004F2144">
              <w:rPr>
                <w:rFonts w:ascii="Calibri" w:hAnsi="Calibri" w:cs="Calibri"/>
                <w:b/>
                <w:sz w:val="40"/>
                <w:szCs w:val="40"/>
              </w:rPr>
              <w:t xml:space="preserve"> A</w:t>
            </w:r>
            <w:r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  <w:r w:rsidR="004F2144" w:rsidRPr="004F2144">
              <w:rPr>
                <w:rFonts w:ascii="Calibri" w:hAnsi="Calibri" w:cs="Calibri"/>
                <w:sz w:val="24"/>
                <w:szCs w:val="40"/>
              </w:rPr>
              <w:t>Quiz #9, Functions, Domain/ Range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2756A49" w14:textId="6C7BBE31" w:rsidR="004F2144" w:rsidRPr="00720C4A" w:rsidRDefault="00792ACB" w:rsidP="004F2144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 xml:space="preserve">17 </w:t>
            </w:r>
          </w:p>
          <w:p w14:paraId="3BE912BF" w14:textId="25D611A6" w:rsidR="00792ACB" w:rsidRPr="00720C4A" w:rsidRDefault="004F2144" w:rsidP="00273FCB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Mock EOC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780F62F" w14:textId="22D14D68" w:rsidR="00792ACB" w:rsidRDefault="00792ACB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18</w:t>
            </w:r>
            <w:r w:rsidR="004F2144">
              <w:rPr>
                <w:rFonts w:ascii="Calibri" w:hAnsi="Calibri" w:cs="Calibri"/>
                <w:sz w:val="30"/>
                <w:szCs w:val="40"/>
              </w:rPr>
              <w:t xml:space="preserve"> Quiz #10, Equation of Line, Systems</w:t>
            </w:r>
          </w:p>
          <w:p w14:paraId="2971703F" w14:textId="34FBF58F" w:rsidR="00792ACB" w:rsidRPr="003907AA" w:rsidRDefault="00792ACB" w:rsidP="00997953">
            <w:pPr>
              <w:pStyle w:val="Dates"/>
              <w:rPr>
                <w:rFonts w:ascii="Calibri" w:hAnsi="Calibri" w:cs="Calibri"/>
                <w:b/>
                <w:sz w:val="30"/>
                <w:szCs w:val="40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FEBEE6F" w14:textId="538CA8B1" w:rsidR="00792ACB" w:rsidRPr="00622061" w:rsidRDefault="00792ACB" w:rsidP="004F2144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 xml:space="preserve">19 </w:t>
            </w:r>
            <w:r w:rsidR="004F2144" w:rsidRPr="004F2144">
              <w:rPr>
                <w:rFonts w:ascii="Calibri" w:hAnsi="Calibri" w:cs="Calibri"/>
                <w:sz w:val="24"/>
                <w:szCs w:val="40"/>
              </w:rPr>
              <w:t xml:space="preserve">Quiz #11, Quadratic Equations </w:t>
            </w:r>
            <w:r w:rsidR="00FE009F">
              <w:rPr>
                <w:rFonts w:ascii="Calibri" w:hAnsi="Calibri" w:cs="Calibri"/>
                <w:sz w:val="24"/>
                <w:szCs w:val="40"/>
              </w:rPr>
              <w:t>–</w:t>
            </w:r>
            <w:r w:rsidR="004F2144" w:rsidRPr="004F2144">
              <w:rPr>
                <w:rFonts w:ascii="Calibri" w:hAnsi="Calibri" w:cs="Calibri"/>
                <w:sz w:val="24"/>
                <w:szCs w:val="40"/>
              </w:rPr>
              <w:t xml:space="preserve"> </w:t>
            </w:r>
            <w:proofErr w:type="spellStart"/>
            <w:r w:rsidR="004F2144" w:rsidRPr="004F2144">
              <w:rPr>
                <w:rFonts w:ascii="Calibri" w:hAnsi="Calibri" w:cs="Calibri"/>
                <w:sz w:val="24"/>
                <w:szCs w:val="40"/>
              </w:rPr>
              <w:t>Gillon</w:t>
            </w:r>
            <w:proofErr w:type="spellEnd"/>
            <w:r w:rsidR="00FE009F">
              <w:rPr>
                <w:rFonts w:ascii="Calibri" w:hAnsi="Calibri" w:cs="Calibri"/>
                <w:sz w:val="24"/>
                <w:szCs w:val="40"/>
              </w:rPr>
              <w:t xml:space="preserve"> </w:t>
            </w:r>
            <w:proofErr w:type="spellStart"/>
            <w:r w:rsidR="00FE009F">
              <w:rPr>
                <w:rFonts w:ascii="Calibri" w:hAnsi="Calibri" w:cs="Calibri"/>
                <w:sz w:val="24"/>
                <w:szCs w:val="40"/>
              </w:rPr>
              <w:t>Alg</w:t>
            </w:r>
            <w:proofErr w:type="spellEnd"/>
            <w:r w:rsidR="00FE009F">
              <w:rPr>
                <w:rFonts w:ascii="Calibri" w:hAnsi="Calibri" w:cs="Calibri"/>
                <w:sz w:val="24"/>
                <w:szCs w:val="40"/>
              </w:rPr>
              <w:t xml:space="preserve"> 1 </w:t>
            </w:r>
            <w:r w:rsidR="004F2144" w:rsidRPr="004F2144">
              <w:rPr>
                <w:rFonts w:ascii="Calibri" w:hAnsi="Calibri" w:cs="Calibri"/>
                <w:sz w:val="24"/>
                <w:szCs w:val="40"/>
              </w:rPr>
              <w:t xml:space="preserve"> 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9271874" w14:textId="1BC88458" w:rsidR="00792ACB" w:rsidRPr="00720C4A" w:rsidRDefault="00792ACB" w:rsidP="004F2144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 xml:space="preserve">20 </w:t>
            </w:r>
            <w:r w:rsidR="004F2144" w:rsidRPr="00E5088A">
              <w:rPr>
                <w:rFonts w:ascii="Calibri" w:hAnsi="Calibri" w:cs="Calibri"/>
                <w:sz w:val="28"/>
                <w:szCs w:val="40"/>
              </w:rPr>
              <w:t>Quiz #12,</w:t>
            </w:r>
            <w:r w:rsidR="004F2144">
              <w:rPr>
                <w:rFonts w:ascii="Calibri" w:hAnsi="Calibri" w:cs="Calibri"/>
                <w:sz w:val="28"/>
                <w:szCs w:val="40"/>
              </w:rPr>
              <w:t xml:space="preserve"> </w:t>
            </w:r>
            <w:r w:rsidR="004F2144" w:rsidRPr="006F1D67">
              <w:rPr>
                <w:rFonts w:ascii="Calibri" w:hAnsi="Calibri" w:cs="Calibri"/>
                <w:sz w:val="26"/>
                <w:szCs w:val="40"/>
              </w:rPr>
              <w:t xml:space="preserve">Linear </w:t>
            </w:r>
            <w:proofErr w:type="spellStart"/>
            <w:r w:rsidR="004F2144" w:rsidRPr="006F1D67">
              <w:rPr>
                <w:rFonts w:ascii="Calibri" w:hAnsi="Calibri" w:cs="Calibri"/>
                <w:sz w:val="26"/>
                <w:szCs w:val="40"/>
              </w:rPr>
              <w:t>Rltnshps</w:t>
            </w:r>
            <w:proofErr w:type="spellEnd"/>
            <w:r w:rsidR="004F2144" w:rsidRPr="006F1D67">
              <w:rPr>
                <w:rFonts w:ascii="Calibri" w:hAnsi="Calibri" w:cs="Calibri"/>
                <w:sz w:val="26"/>
                <w:szCs w:val="40"/>
              </w:rPr>
              <w:t xml:space="preserve"> </w:t>
            </w:r>
            <w:r w:rsidR="004F2144" w:rsidRPr="00E5088A">
              <w:rPr>
                <w:rFonts w:ascii="Calibri" w:hAnsi="Calibri" w:cs="Calibri"/>
                <w:sz w:val="28"/>
                <w:szCs w:val="40"/>
              </w:rPr>
              <w:t>Outliers</w:t>
            </w:r>
            <w:r w:rsidR="004F2144">
              <w:rPr>
                <w:rFonts w:ascii="Calibri" w:hAnsi="Calibri" w:cs="Calibri"/>
                <w:sz w:val="28"/>
                <w:szCs w:val="40"/>
              </w:rPr>
              <w:t>, Line Graphs</w:t>
            </w:r>
            <w:r w:rsidR="004F2144">
              <w:rPr>
                <w:rFonts w:ascii="Calibri" w:hAnsi="Calibri" w:cs="Calibri"/>
                <w:sz w:val="30"/>
                <w:szCs w:val="4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30"/>
                <w:szCs w:val="40"/>
              </w:rPr>
              <w:t>actoring</w:t>
            </w:r>
            <w:proofErr w:type="spellEnd"/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BE1E4FF" w14:textId="3140D3D5" w:rsidR="00792ACB" w:rsidRPr="00720C4A" w:rsidRDefault="00792ACB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21</w:t>
            </w:r>
          </w:p>
        </w:tc>
      </w:tr>
      <w:tr w:rsidR="00792ACB" w:rsidRPr="00720C4A" w14:paraId="76B57F4E" w14:textId="77777777" w:rsidTr="00720C4A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39FB1D1" w14:textId="705AEDB0" w:rsidR="00792ACB" w:rsidRPr="00720C4A" w:rsidRDefault="00792ACB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22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99CC722" w14:textId="6B0EFD71" w:rsidR="004F2144" w:rsidRDefault="00792ACB" w:rsidP="004F2144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23</w:t>
            </w:r>
            <w:r w:rsidR="004F2144">
              <w:rPr>
                <w:rFonts w:ascii="Calibri" w:hAnsi="Calibri" w:cs="Calibri"/>
                <w:b/>
                <w:sz w:val="40"/>
                <w:szCs w:val="40"/>
              </w:rPr>
              <w:t xml:space="preserve"> B</w:t>
            </w:r>
            <w:r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  <w:r w:rsidR="004F2144">
              <w:rPr>
                <w:rFonts w:ascii="Calibri" w:hAnsi="Calibri" w:cs="Calibri"/>
                <w:sz w:val="30"/>
                <w:szCs w:val="40"/>
              </w:rPr>
              <w:t>Quiz #13,</w:t>
            </w:r>
          </w:p>
          <w:p w14:paraId="60756F06" w14:textId="5DF6F999" w:rsidR="00792ACB" w:rsidRPr="00720C4A" w:rsidRDefault="004F2144" w:rsidP="004F2144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sz w:val="30"/>
                <w:szCs w:val="40"/>
              </w:rPr>
              <w:t xml:space="preserve">MMMR 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83D18BA" w14:textId="77777777" w:rsidR="004F2144" w:rsidRDefault="00792ACB" w:rsidP="004F2144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 xml:space="preserve">24 </w:t>
            </w:r>
            <w:r w:rsidR="004F2144">
              <w:rPr>
                <w:rFonts w:ascii="Calibri" w:hAnsi="Calibri" w:cs="Calibri"/>
                <w:sz w:val="30"/>
                <w:szCs w:val="40"/>
              </w:rPr>
              <w:t>Quiz #14,</w:t>
            </w:r>
          </w:p>
          <w:p w14:paraId="143119B1" w14:textId="4AE9D6F6" w:rsidR="00792ACB" w:rsidRPr="00720C4A" w:rsidRDefault="004F2144" w:rsidP="004F2144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sz w:val="30"/>
                <w:szCs w:val="40"/>
              </w:rPr>
              <w:t>Probability - Trumbo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AB34CFB" w14:textId="1020F6FB" w:rsidR="00792ACB" w:rsidRPr="00720C4A" w:rsidRDefault="00792ACB" w:rsidP="004F2144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 xml:space="preserve">25 </w:t>
            </w:r>
            <w:r w:rsidR="004F2144">
              <w:rPr>
                <w:rFonts w:ascii="Calibri" w:hAnsi="Calibri" w:cs="Calibri"/>
                <w:b/>
                <w:sz w:val="40"/>
                <w:szCs w:val="40"/>
              </w:rPr>
              <w:t>Quiz #15</w:t>
            </w:r>
            <w:r w:rsidR="00FE009F"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  <w:proofErr w:type="spellStart"/>
            <w:r w:rsidR="00FE009F">
              <w:rPr>
                <w:rFonts w:ascii="Calibri" w:hAnsi="Calibri" w:cs="Calibri"/>
                <w:b/>
                <w:sz w:val="40"/>
                <w:szCs w:val="40"/>
              </w:rPr>
              <w:t>Alg</w:t>
            </w:r>
            <w:proofErr w:type="spellEnd"/>
            <w:r w:rsidR="00FE009F">
              <w:rPr>
                <w:rFonts w:ascii="Calibri" w:hAnsi="Calibri" w:cs="Calibri"/>
                <w:b/>
                <w:sz w:val="40"/>
                <w:szCs w:val="40"/>
              </w:rPr>
              <w:t xml:space="preserve"> I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B9CFD12" w14:textId="0920A0F9" w:rsidR="00792ACB" w:rsidRPr="00720C4A" w:rsidRDefault="00792ACB" w:rsidP="004F2144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 xml:space="preserve">26 </w:t>
            </w:r>
            <w:r w:rsidR="004F2144">
              <w:rPr>
                <w:rFonts w:ascii="Calibri" w:hAnsi="Calibri" w:cs="Calibri"/>
                <w:b/>
                <w:sz w:val="40"/>
                <w:szCs w:val="40"/>
              </w:rPr>
              <w:t>REVIEW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38E8F2E" w14:textId="64646C27" w:rsidR="00792ACB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27 Review</w:t>
            </w:r>
          </w:p>
          <w:p w14:paraId="20A564BF" w14:textId="529356C9" w:rsidR="00792ACB" w:rsidRPr="00720C4A" w:rsidRDefault="00792ACB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416B8A0" w14:textId="300BB15E" w:rsidR="00792ACB" w:rsidRPr="00720C4A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28</w:t>
            </w:r>
          </w:p>
        </w:tc>
      </w:tr>
      <w:tr w:rsidR="00792ACB" w:rsidRPr="00720C4A" w14:paraId="793242C8" w14:textId="77777777" w:rsidTr="00720C4A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BE1C17B" w14:textId="0746EBBD" w:rsidR="00792ACB" w:rsidRPr="00720C4A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29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EC86620" w14:textId="4762F9C7" w:rsidR="00792ACB" w:rsidRPr="00720C4A" w:rsidRDefault="004F2144" w:rsidP="004F2144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30 A</w:t>
            </w:r>
            <w:r w:rsidR="00792ACB"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  <w:r>
              <w:rPr>
                <w:rFonts w:ascii="Calibri" w:hAnsi="Calibri" w:cs="Calibri"/>
                <w:b/>
                <w:sz w:val="40"/>
                <w:szCs w:val="40"/>
              </w:rPr>
              <w:t>Review - Little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9029651" w14:textId="20D58F32" w:rsidR="00792ACB" w:rsidRPr="00720C4A" w:rsidRDefault="00792ACB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F3C68D7" w14:textId="0EFF5800" w:rsidR="00792ACB" w:rsidRPr="003907AA" w:rsidRDefault="00792ACB" w:rsidP="00997953">
            <w:pPr>
              <w:pStyle w:val="Dates"/>
              <w:rPr>
                <w:rFonts w:ascii="Calibri" w:hAnsi="Calibri" w:cs="Calibri"/>
                <w:b/>
                <w:sz w:val="30"/>
                <w:szCs w:val="40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B8ED60D" w14:textId="61CB748F" w:rsidR="00792ACB" w:rsidRPr="00E5088A" w:rsidRDefault="00792ACB" w:rsidP="00997953">
            <w:pPr>
              <w:pStyle w:val="Dates"/>
              <w:rPr>
                <w:rFonts w:ascii="Calibri" w:hAnsi="Calibri" w:cs="Calibri"/>
                <w:b/>
                <w:sz w:val="30"/>
                <w:szCs w:val="40"/>
              </w:rPr>
            </w:pP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1B67151" w14:textId="61F7584F" w:rsidR="00792ACB" w:rsidRPr="00720C4A" w:rsidRDefault="00792ACB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F25D391" w14:textId="1375A6B2" w:rsidR="00792ACB" w:rsidRPr="00720C4A" w:rsidRDefault="00792ACB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</w:tr>
    </w:tbl>
    <w:p w14:paraId="1838F316" w14:textId="77777777" w:rsidR="00997953" w:rsidRPr="00E56ED7" w:rsidRDefault="00997953">
      <w:pPr>
        <w:rPr>
          <w:rFonts w:ascii="Calibri" w:hAnsi="Calibri" w:cs="Calibri"/>
          <w:b/>
        </w:rPr>
      </w:pPr>
      <w:r w:rsidRPr="00E56ED7">
        <w:rPr>
          <w:rFonts w:ascii="Calibri" w:hAnsi="Calibri" w:cs="Calibri"/>
          <w:b/>
          <w:bCs/>
        </w:rPr>
        <w:br w:type="page"/>
      </w: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1955"/>
        <w:gridCol w:w="1954"/>
        <w:gridCol w:w="1954"/>
        <w:gridCol w:w="1955"/>
        <w:gridCol w:w="1955"/>
        <w:gridCol w:w="1955"/>
      </w:tblGrid>
      <w:tr w:rsidR="005D282F" w:rsidRPr="00720C4A" w14:paraId="2ED4A506" w14:textId="77777777" w:rsidTr="00720C4A">
        <w:trPr>
          <w:cantSplit/>
          <w:trHeight w:hRule="exact" w:val="864"/>
          <w:jc w:val="center"/>
        </w:trPr>
        <w:tc>
          <w:tcPr>
            <w:tcW w:w="13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</w:tcPr>
          <w:p w14:paraId="5BD2535B" w14:textId="36332DFA" w:rsidR="005D282F" w:rsidRPr="00720C4A" w:rsidRDefault="004D0530" w:rsidP="00720C4A">
            <w:pPr>
              <w:pStyle w:val="MonthNames"/>
              <w:rPr>
                <w:rFonts w:ascii="Calibri" w:hAnsi="Calibri" w:cs="Calibri"/>
                <w:b/>
                <w:sz w:val="56"/>
                <w:szCs w:val="56"/>
              </w:rPr>
            </w:pPr>
            <w:r w:rsidRPr="00720C4A">
              <w:rPr>
                <w:rFonts w:ascii="Calibri" w:hAnsi="Calibri" w:cs="Calibri"/>
                <w:b/>
                <w:sz w:val="56"/>
                <w:szCs w:val="56"/>
              </w:rPr>
              <w:lastRenderedPageBreak/>
              <w:t xml:space="preserve">May </w:t>
            </w:r>
            <w:r w:rsidR="004F2144">
              <w:rPr>
                <w:rFonts w:ascii="Calibri" w:hAnsi="Calibri" w:cs="Calibri"/>
                <w:b/>
                <w:sz w:val="56"/>
                <w:szCs w:val="56"/>
              </w:rPr>
              <w:t>2012</w:t>
            </w:r>
          </w:p>
        </w:tc>
      </w:tr>
      <w:tr w:rsidR="00A81AC5" w:rsidRPr="00720C4A" w14:paraId="1515BF31" w14:textId="77777777" w:rsidTr="00720C4A">
        <w:trPr>
          <w:cantSplit/>
          <w:trHeight w:hRule="exact" w:val="288"/>
          <w:jc w:val="center"/>
        </w:trPr>
        <w:tc>
          <w:tcPr>
            <w:tcW w:w="195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2ECB9E4A" w14:textId="77777777" w:rsidR="00A81AC5" w:rsidRPr="00720C4A" w:rsidRDefault="00D1570B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Sunday</w:t>
            </w:r>
          </w:p>
        </w:tc>
        <w:tc>
          <w:tcPr>
            <w:tcW w:w="19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54843ED2" w14:textId="77777777" w:rsidR="00A81AC5" w:rsidRPr="00720C4A" w:rsidRDefault="00D1570B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Monday</w:t>
            </w:r>
          </w:p>
        </w:tc>
        <w:tc>
          <w:tcPr>
            <w:tcW w:w="195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706AD222" w14:textId="77777777" w:rsidR="00A81AC5" w:rsidRPr="00720C4A" w:rsidRDefault="00D1570B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Tuesday</w:t>
            </w:r>
          </w:p>
        </w:tc>
        <w:tc>
          <w:tcPr>
            <w:tcW w:w="195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4D0C4601" w14:textId="77777777" w:rsidR="00A81AC5" w:rsidRPr="00720C4A" w:rsidRDefault="00D1570B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Wednesday</w:t>
            </w:r>
          </w:p>
        </w:tc>
        <w:tc>
          <w:tcPr>
            <w:tcW w:w="19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6AE684AE" w14:textId="77777777" w:rsidR="00A81AC5" w:rsidRPr="00720C4A" w:rsidRDefault="00D1570B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Thursday</w:t>
            </w:r>
          </w:p>
        </w:tc>
        <w:tc>
          <w:tcPr>
            <w:tcW w:w="19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287CEBC4" w14:textId="77777777" w:rsidR="00A81AC5" w:rsidRPr="00720C4A" w:rsidRDefault="00D1570B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Friday</w:t>
            </w:r>
          </w:p>
        </w:tc>
        <w:tc>
          <w:tcPr>
            <w:tcW w:w="19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center"/>
          </w:tcPr>
          <w:p w14:paraId="5B6D8F0D" w14:textId="77777777" w:rsidR="00A81AC5" w:rsidRPr="00720C4A" w:rsidRDefault="00D1570B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Saturday</w:t>
            </w:r>
          </w:p>
        </w:tc>
      </w:tr>
      <w:tr w:rsidR="0028699A" w:rsidRPr="00720C4A" w14:paraId="275F5F9D" w14:textId="77777777" w:rsidTr="00720C4A">
        <w:trPr>
          <w:cantSplit/>
          <w:trHeight w:hRule="exact" w:val="1582"/>
          <w:jc w:val="center"/>
        </w:trPr>
        <w:tc>
          <w:tcPr>
            <w:tcW w:w="1952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E5469A1" w14:textId="132523FB" w:rsidR="0028699A" w:rsidRPr="00720C4A" w:rsidRDefault="0028699A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65337D" w14:textId="713B8333" w:rsidR="0028699A" w:rsidRPr="006F1D67" w:rsidRDefault="0028699A" w:rsidP="00997953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</w:p>
        </w:tc>
        <w:tc>
          <w:tcPr>
            <w:tcW w:w="195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74E866" w14:textId="32869CD6" w:rsidR="003907AA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</w:t>
            </w:r>
            <w:r w:rsidR="003907AA">
              <w:rPr>
                <w:rFonts w:ascii="Calibri" w:hAnsi="Calibri" w:cs="Calibri"/>
                <w:b/>
                <w:sz w:val="40"/>
                <w:szCs w:val="40"/>
              </w:rPr>
              <w:t xml:space="preserve">  </w:t>
            </w:r>
          </w:p>
          <w:p w14:paraId="30046E6B" w14:textId="77777777" w:rsidR="0028699A" w:rsidRPr="00720C4A" w:rsidRDefault="003907AA" w:rsidP="003907AA">
            <w:pPr>
              <w:pStyle w:val="Dates"/>
              <w:jc w:val="center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ALGEBRA 1 EOC</w:t>
            </w:r>
          </w:p>
        </w:tc>
        <w:tc>
          <w:tcPr>
            <w:tcW w:w="195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CA6B63" w14:textId="4BEF7F5F" w:rsidR="00D34F71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</w:t>
            </w:r>
            <w:r w:rsidR="00D34F71"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</w:p>
          <w:p w14:paraId="350CBEC9" w14:textId="548682F7" w:rsidR="0028699A" w:rsidRPr="00720C4A" w:rsidRDefault="00D34F7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Movie</w:t>
            </w:r>
          </w:p>
        </w:tc>
        <w:tc>
          <w:tcPr>
            <w:tcW w:w="195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5B1AF1" w14:textId="2CA3A51B" w:rsidR="0028699A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3</w:t>
            </w:r>
            <w:r w:rsidR="00D34F71">
              <w:rPr>
                <w:rFonts w:ascii="Calibri" w:hAnsi="Calibri" w:cs="Calibri"/>
                <w:b/>
                <w:sz w:val="40"/>
                <w:szCs w:val="40"/>
              </w:rPr>
              <w:t xml:space="preserve"> </w:t>
            </w:r>
          </w:p>
          <w:p w14:paraId="44FFFC89" w14:textId="6F0F7595" w:rsidR="00D34F71" w:rsidRPr="00D34F71" w:rsidRDefault="00D34F71" w:rsidP="00997953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  <w:r>
              <w:rPr>
                <w:rFonts w:ascii="Calibri" w:hAnsi="Calibri" w:cs="Calibri"/>
                <w:sz w:val="30"/>
                <w:szCs w:val="40"/>
              </w:rPr>
              <w:t>Book</w:t>
            </w:r>
          </w:p>
        </w:tc>
        <w:tc>
          <w:tcPr>
            <w:tcW w:w="195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B42693" w14:textId="69B9F9CE" w:rsidR="0028699A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4</w:t>
            </w:r>
          </w:p>
          <w:p w14:paraId="2B87F39B" w14:textId="2338A1D5" w:rsidR="00D34F71" w:rsidRPr="00720C4A" w:rsidRDefault="00D34F7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sz w:val="30"/>
                <w:szCs w:val="40"/>
              </w:rPr>
              <w:t>Book</w:t>
            </w:r>
          </w:p>
        </w:tc>
        <w:tc>
          <w:tcPr>
            <w:tcW w:w="195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9994100" w14:textId="0F124D6F" w:rsidR="0028699A" w:rsidRPr="00720C4A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5</w:t>
            </w:r>
          </w:p>
        </w:tc>
      </w:tr>
      <w:tr w:rsidR="00A81AC5" w:rsidRPr="00720C4A" w14:paraId="169AA451" w14:textId="77777777" w:rsidTr="00720C4A">
        <w:trPr>
          <w:cantSplit/>
          <w:trHeight w:hRule="exact" w:val="1582"/>
          <w:jc w:val="center"/>
        </w:trPr>
        <w:tc>
          <w:tcPr>
            <w:tcW w:w="1952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EA52658" w14:textId="1E29B7CC" w:rsidR="00A81AC5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6</w:t>
            </w:r>
          </w:p>
          <w:p w14:paraId="10E3CFDF" w14:textId="60E6903A" w:rsidR="00D34F71" w:rsidRPr="00720C4A" w:rsidRDefault="00D34F7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8EF0384" w14:textId="36A76FE0" w:rsidR="00A81AC5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7 B</w:t>
            </w:r>
          </w:p>
          <w:p w14:paraId="0EAA5C95" w14:textId="066505F5" w:rsidR="00D34F71" w:rsidRPr="00720C4A" w:rsidRDefault="00D34F7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sz w:val="30"/>
                <w:szCs w:val="40"/>
              </w:rPr>
              <w:t>Book</w:t>
            </w:r>
            <w:r w:rsidR="004F2144">
              <w:rPr>
                <w:rFonts w:ascii="Calibri" w:hAnsi="Calibri" w:cs="Calibri"/>
                <w:sz w:val="30"/>
                <w:szCs w:val="40"/>
              </w:rPr>
              <w:t xml:space="preserve"> – </w:t>
            </w:r>
            <w:proofErr w:type="spellStart"/>
            <w:r w:rsidR="004F2144">
              <w:rPr>
                <w:rFonts w:ascii="Calibri" w:hAnsi="Calibri" w:cs="Calibri"/>
                <w:sz w:val="30"/>
                <w:szCs w:val="40"/>
              </w:rPr>
              <w:t>Gillon</w:t>
            </w:r>
            <w:proofErr w:type="spellEnd"/>
            <w:r w:rsidR="004F2144">
              <w:rPr>
                <w:rFonts w:ascii="Calibri" w:hAnsi="Calibri" w:cs="Calibri"/>
                <w:sz w:val="30"/>
                <w:szCs w:val="40"/>
              </w:rPr>
              <w:t xml:space="preserve"> 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42AF126" w14:textId="762E111E" w:rsidR="00A81AC5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8</w:t>
            </w:r>
          </w:p>
          <w:p w14:paraId="38AE66F1" w14:textId="0E7229A8" w:rsidR="00D34F71" w:rsidRPr="00720C4A" w:rsidRDefault="00D34F71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sz w:val="30"/>
                <w:szCs w:val="40"/>
              </w:rPr>
              <w:t>Book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D7A1FB1" w14:textId="29C23338" w:rsidR="00A81AC5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9</w:t>
            </w:r>
          </w:p>
          <w:p w14:paraId="15B008D7" w14:textId="311EAAB5" w:rsidR="00E70EDE" w:rsidRPr="00720C4A" w:rsidRDefault="00E70ED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sz w:val="30"/>
                <w:szCs w:val="40"/>
              </w:rPr>
              <w:t>Book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D0B5F7C" w14:textId="5C38BA9E" w:rsidR="00A81AC5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10</w:t>
            </w:r>
          </w:p>
          <w:p w14:paraId="1D4FD90E" w14:textId="50F67C42" w:rsidR="00852D1F" w:rsidRPr="00852D1F" w:rsidRDefault="00C17BD6" w:rsidP="00997953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  <w:r>
              <w:rPr>
                <w:rFonts w:ascii="Calibri" w:hAnsi="Calibri" w:cs="Calibri"/>
                <w:sz w:val="30"/>
                <w:szCs w:val="40"/>
              </w:rPr>
              <w:t>Book</w:t>
            </w:r>
            <w:r w:rsidR="00852D1F">
              <w:rPr>
                <w:rFonts w:ascii="Calibri" w:hAnsi="Calibri" w:cs="Calibri"/>
                <w:sz w:val="30"/>
                <w:szCs w:val="40"/>
              </w:rPr>
              <w:t xml:space="preserve"> 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A001D35" w14:textId="174A7E06" w:rsidR="00A81AC5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11</w:t>
            </w:r>
          </w:p>
          <w:p w14:paraId="1B46A35D" w14:textId="1B09C566" w:rsidR="00852D1F" w:rsidRPr="00852D1F" w:rsidRDefault="00C17BD6" w:rsidP="00997953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  <w:r>
              <w:rPr>
                <w:rFonts w:ascii="Calibri" w:hAnsi="Calibri" w:cs="Calibri"/>
                <w:sz w:val="30"/>
                <w:szCs w:val="40"/>
              </w:rPr>
              <w:t>Poster Project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FF5DFE0" w14:textId="02D970E3" w:rsidR="00A81AC5" w:rsidRPr="00720C4A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12</w:t>
            </w:r>
          </w:p>
        </w:tc>
      </w:tr>
      <w:tr w:rsidR="00A81AC5" w:rsidRPr="00720C4A" w14:paraId="5B9DADDC" w14:textId="77777777" w:rsidTr="00720C4A">
        <w:trPr>
          <w:cantSplit/>
          <w:trHeight w:hRule="exact" w:val="1582"/>
          <w:jc w:val="center"/>
        </w:trPr>
        <w:tc>
          <w:tcPr>
            <w:tcW w:w="1952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59E685B" w14:textId="52E54586" w:rsidR="00A81AC5" w:rsidRPr="00720C4A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13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837E76D" w14:textId="34DB858F" w:rsidR="00A81AC5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14 A</w:t>
            </w:r>
          </w:p>
          <w:p w14:paraId="691635FC" w14:textId="232B9921" w:rsidR="00C17BD6" w:rsidRPr="00C17BD6" w:rsidRDefault="00C17BD6" w:rsidP="00997953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  <w:r>
              <w:rPr>
                <w:rFonts w:ascii="Calibri" w:hAnsi="Calibri" w:cs="Calibri"/>
                <w:sz w:val="30"/>
                <w:szCs w:val="40"/>
              </w:rPr>
              <w:t>Circles</w:t>
            </w:r>
            <w:r w:rsidR="004F2144">
              <w:rPr>
                <w:rFonts w:ascii="Calibri" w:hAnsi="Calibri" w:cs="Calibri"/>
                <w:sz w:val="30"/>
                <w:szCs w:val="40"/>
              </w:rPr>
              <w:t xml:space="preserve"> - Trumbo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713868E" w14:textId="5678B219" w:rsidR="00A81AC5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15</w:t>
            </w:r>
          </w:p>
          <w:p w14:paraId="1421F6F7" w14:textId="231DDC04" w:rsidR="00C17BD6" w:rsidRPr="00C17BD6" w:rsidRDefault="00C17BD6" w:rsidP="00997953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  <w:r>
              <w:rPr>
                <w:rFonts w:ascii="Calibri" w:hAnsi="Calibri" w:cs="Calibri"/>
                <w:sz w:val="30"/>
                <w:szCs w:val="40"/>
              </w:rPr>
              <w:t>Ratios and Proportions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B8E448B" w14:textId="2089D564" w:rsidR="00A81AC5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16</w:t>
            </w:r>
          </w:p>
          <w:p w14:paraId="760C2337" w14:textId="2BE86017" w:rsidR="00C17BD6" w:rsidRPr="00C17BD6" w:rsidRDefault="00C17BD6" w:rsidP="00997953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  <w:r>
              <w:rPr>
                <w:rFonts w:ascii="Calibri" w:hAnsi="Calibri" w:cs="Calibri"/>
                <w:sz w:val="30"/>
                <w:szCs w:val="40"/>
              </w:rPr>
              <w:t>Similar Shapes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CB4C641" w14:textId="15F17872" w:rsidR="00A81AC5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17</w:t>
            </w:r>
          </w:p>
          <w:p w14:paraId="4AAFEBBE" w14:textId="396E860B" w:rsidR="00D34F71" w:rsidRPr="00D34F71" w:rsidRDefault="00D34F71" w:rsidP="00997953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A52BCDA" w14:textId="2CA50AB6" w:rsidR="00A81AC5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18</w:t>
            </w:r>
          </w:p>
          <w:p w14:paraId="59F3AE1D" w14:textId="03E91FD1" w:rsidR="00D34F71" w:rsidRPr="00D34F71" w:rsidRDefault="00D34F71" w:rsidP="00997953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46B836C" w14:textId="134CD845" w:rsidR="00A81AC5" w:rsidRPr="00720C4A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19</w:t>
            </w:r>
          </w:p>
        </w:tc>
      </w:tr>
      <w:tr w:rsidR="00A81AC5" w:rsidRPr="00720C4A" w14:paraId="3AF2B9FD" w14:textId="77777777" w:rsidTr="00720C4A">
        <w:trPr>
          <w:cantSplit/>
          <w:trHeight w:hRule="exact" w:val="1582"/>
          <w:jc w:val="center"/>
        </w:trPr>
        <w:tc>
          <w:tcPr>
            <w:tcW w:w="1952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B23B2DA" w14:textId="5113D06C" w:rsidR="00A81AC5" w:rsidRPr="00720C4A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20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EE94585" w14:textId="40F4015E" w:rsidR="00A81AC5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21 B - Little</w:t>
            </w:r>
          </w:p>
          <w:p w14:paraId="33913E8C" w14:textId="4B9B4152" w:rsidR="00D34F71" w:rsidRPr="00D34F71" w:rsidRDefault="00D34F71" w:rsidP="00997953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619432B" w14:textId="326B5550" w:rsidR="00A81AC5" w:rsidRPr="00720C4A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22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232BF4E" w14:textId="0F8BCB78" w:rsidR="00A81AC5" w:rsidRPr="00720C4A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23 ½ Day Exams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FE208C0" w14:textId="49F564E0" w:rsidR="00A81AC5" w:rsidRPr="00720C4A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24 ½ Day Exams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D767981" w14:textId="0A56111A" w:rsidR="00A81AC5" w:rsidRPr="00720C4A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25 Last Day Teachers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52015D8" w14:textId="29716B18" w:rsidR="00A81AC5" w:rsidRPr="00720C4A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26</w:t>
            </w:r>
          </w:p>
        </w:tc>
      </w:tr>
      <w:tr w:rsidR="008F07E0" w:rsidRPr="00720C4A" w14:paraId="3DE7DF9E" w14:textId="77777777" w:rsidTr="00720C4A">
        <w:trPr>
          <w:cantSplit/>
          <w:trHeight w:hRule="exact" w:val="1582"/>
          <w:jc w:val="center"/>
        </w:trPr>
        <w:tc>
          <w:tcPr>
            <w:tcW w:w="1952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CD5F36F" w14:textId="7145E259" w:rsidR="001219F8" w:rsidRPr="00720C4A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27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D4D737D" w14:textId="03576FAF" w:rsidR="008F07E0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28</w:t>
            </w:r>
          </w:p>
          <w:p w14:paraId="06E8989C" w14:textId="6F54404C" w:rsidR="00D34F71" w:rsidRPr="00D34F71" w:rsidRDefault="00D34F71" w:rsidP="00997953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  <w:r>
              <w:rPr>
                <w:rFonts w:ascii="Calibri" w:hAnsi="Calibri" w:cs="Calibri"/>
                <w:sz w:val="30"/>
                <w:szCs w:val="40"/>
              </w:rPr>
              <w:t>No School, Memorial Day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E33A52A" w14:textId="5746F7AD" w:rsidR="008F07E0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29</w:t>
            </w:r>
          </w:p>
          <w:p w14:paraId="24333D64" w14:textId="33F946E3" w:rsidR="00D34F71" w:rsidRPr="00D34F71" w:rsidRDefault="00D34F71" w:rsidP="00997953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33DFC34" w14:textId="717CC306" w:rsidR="008F07E0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30</w:t>
            </w:r>
          </w:p>
          <w:p w14:paraId="5CC6D8F4" w14:textId="3B91A364" w:rsidR="00D34F71" w:rsidRPr="00D34F71" w:rsidRDefault="00D34F71" w:rsidP="00997953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34A8E841" w14:textId="31FED85F" w:rsidR="008F07E0" w:rsidRDefault="004F2144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31</w:t>
            </w:r>
          </w:p>
          <w:p w14:paraId="537DE840" w14:textId="3A6ACC0E" w:rsidR="00D34F71" w:rsidRPr="00D34F71" w:rsidRDefault="00D34F71" w:rsidP="00997953">
            <w:pPr>
              <w:pStyle w:val="Dates"/>
              <w:rPr>
                <w:rFonts w:ascii="Calibri" w:hAnsi="Calibri" w:cs="Calibri"/>
                <w:sz w:val="30"/>
                <w:szCs w:val="40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2043B066" w14:textId="77777777" w:rsidR="008F07E0" w:rsidRPr="00720C4A" w:rsidRDefault="008F07E0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FD30807" w14:textId="77777777" w:rsidR="008F07E0" w:rsidRPr="00720C4A" w:rsidRDefault="008F07E0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</w:tr>
    </w:tbl>
    <w:p w14:paraId="037A7988" w14:textId="4EE2CD3F" w:rsidR="00997953" w:rsidRPr="00E56ED7" w:rsidRDefault="00997953">
      <w:pPr>
        <w:rPr>
          <w:rFonts w:ascii="Calibri" w:hAnsi="Calibri" w:cs="Calibri"/>
          <w:b/>
        </w:rPr>
      </w:pPr>
      <w:r w:rsidRPr="00E56ED7">
        <w:rPr>
          <w:rFonts w:ascii="Calibri" w:hAnsi="Calibri" w:cs="Calibri"/>
          <w:b/>
          <w:bCs/>
        </w:rPr>
        <w:br w:type="page"/>
      </w: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 w:firstRow="0" w:lastRow="0" w:firstColumn="0" w:lastColumn="0" w:noHBand="0" w:noVBand="0"/>
      </w:tblPr>
      <w:tblGrid>
        <w:gridCol w:w="1953"/>
        <w:gridCol w:w="1955"/>
        <w:gridCol w:w="1955"/>
        <w:gridCol w:w="1954"/>
        <w:gridCol w:w="1954"/>
        <w:gridCol w:w="1954"/>
        <w:gridCol w:w="1955"/>
      </w:tblGrid>
      <w:tr w:rsidR="005D282F" w:rsidRPr="00720C4A" w14:paraId="4E46E226" w14:textId="77777777" w:rsidTr="00720C4A">
        <w:trPr>
          <w:cantSplit/>
          <w:trHeight w:hRule="exact" w:val="864"/>
          <w:jc w:val="center"/>
        </w:trPr>
        <w:tc>
          <w:tcPr>
            <w:tcW w:w="13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</w:tcPr>
          <w:p w14:paraId="0C9514AD" w14:textId="77777777" w:rsidR="005D282F" w:rsidRPr="00720C4A" w:rsidRDefault="00174473" w:rsidP="00720C4A">
            <w:pPr>
              <w:pStyle w:val="MonthNames"/>
              <w:rPr>
                <w:rFonts w:ascii="Calibri" w:hAnsi="Calibri" w:cs="Calibri"/>
                <w:b/>
                <w:sz w:val="56"/>
                <w:szCs w:val="56"/>
              </w:rPr>
            </w:pPr>
            <w:r w:rsidRPr="00720C4A">
              <w:rPr>
                <w:rFonts w:ascii="Calibri" w:hAnsi="Calibri" w:cs="Calibri"/>
                <w:b/>
                <w:sz w:val="56"/>
                <w:szCs w:val="56"/>
              </w:rPr>
              <w:lastRenderedPageBreak/>
              <w:t>June</w:t>
            </w:r>
            <w:r w:rsidR="00665B68" w:rsidRPr="00720C4A">
              <w:rPr>
                <w:rFonts w:ascii="Calibri" w:hAnsi="Calibri" w:cs="Calibri"/>
                <w:b/>
                <w:sz w:val="56"/>
                <w:szCs w:val="56"/>
              </w:rPr>
              <w:t xml:space="preserve"> </w:t>
            </w:r>
            <w:r w:rsidR="00630AAE" w:rsidRPr="00720C4A">
              <w:rPr>
                <w:rFonts w:ascii="Calibri" w:hAnsi="Calibri" w:cs="Calibri"/>
                <w:b/>
                <w:sz w:val="56"/>
                <w:szCs w:val="56"/>
              </w:rPr>
              <w:t>2011</w:t>
            </w:r>
          </w:p>
        </w:tc>
      </w:tr>
      <w:tr w:rsidR="00A81AC5" w:rsidRPr="00720C4A" w14:paraId="2B39BCA3" w14:textId="77777777" w:rsidTr="00720C4A">
        <w:trPr>
          <w:cantSplit/>
          <w:trHeight w:hRule="exact" w:val="288"/>
          <w:jc w:val="center"/>
        </w:trPr>
        <w:tc>
          <w:tcPr>
            <w:tcW w:w="195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center"/>
          </w:tcPr>
          <w:p w14:paraId="105EB994" w14:textId="77777777" w:rsidR="00A81AC5" w:rsidRPr="00720C4A" w:rsidRDefault="00D1570B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Sunday</w:t>
            </w:r>
          </w:p>
        </w:tc>
        <w:tc>
          <w:tcPr>
            <w:tcW w:w="19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center"/>
          </w:tcPr>
          <w:p w14:paraId="1D021A37" w14:textId="77777777" w:rsidR="00A81AC5" w:rsidRPr="00720C4A" w:rsidRDefault="00D1570B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Monday</w:t>
            </w:r>
          </w:p>
        </w:tc>
        <w:tc>
          <w:tcPr>
            <w:tcW w:w="19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center"/>
          </w:tcPr>
          <w:p w14:paraId="74B47357" w14:textId="77777777" w:rsidR="00A81AC5" w:rsidRPr="00720C4A" w:rsidRDefault="00D1570B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Tuesday</w:t>
            </w:r>
          </w:p>
        </w:tc>
        <w:tc>
          <w:tcPr>
            <w:tcW w:w="195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center"/>
          </w:tcPr>
          <w:p w14:paraId="49B9B5C2" w14:textId="77777777" w:rsidR="00A81AC5" w:rsidRPr="00720C4A" w:rsidRDefault="00D1570B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Wednesday</w:t>
            </w:r>
          </w:p>
        </w:tc>
        <w:tc>
          <w:tcPr>
            <w:tcW w:w="195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center"/>
          </w:tcPr>
          <w:p w14:paraId="747EB5B4" w14:textId="77777777" w:rsidR="00A81AC5" w:rsidRPr="00720C4A" w:rsidRDefault="00D1570B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Thursday</w:t>
            </w:r>
          </w:p>
        </w:tc>
        <w:tc>
          <w:tcPr>
            <w:tcW w:w="195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center"/>
          </w:tcPr>
          <w:p w14:paraId="3C0DBF9D" w14:textId="77777777" w:rsidR="00A81AC5" w:rsidRPr="00720C4A" w:rsidRDefault="00D1570B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Friday</w:t>
            </w:r>
          </w:p>
        </w:tc>
        <w:tc>
          <w:tcPr>
            <w:tcW w:w="19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center"/>
          </w:tcPr>
          <w:p w14:paraId="767CC25F" w14:textId="77777777" w:rsidR="00A81AC5" w:rsidRPr="00720C4A" w:rsidRDefault="00D1570B" w:rsidP="00720C4A">
            <w:pPr>
              <w:pStyle w:val="Weekdays"/>
              <w:rPr>
                <w:rFonts w:ascii="Calibri" w:hAnsi="Calibri" w:cs="Calibri"/>
                <w:sz w:val="24"/>
                <w:szCs w:val="24"/>
              </w:rPr>
            </w:pPr>
            <w:r w:rsidRPr="00720C4A">
              <w:rPr>
                <w:rFonts w:ascii="Calibri" w:hAnsi="Calibri" w:cs="Calibri"/>
                <w:sz w:val="24"/>
                <w:szCs w:val="24"/>
              </w:rPr>
              <w:t>Saturday</w:t>
            </w:r>
          </w:p>
        </w:tc>
      </w:tr>
      <w:tr w:rsidR="008F07E0" w:rsidRPr="00720C4A" w14:paraId="18EA5964" w14:textId="77777777" w:rsidTr="00720C4A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067215" w14:textId="77777777" w:rsidR="008F07E0" w:rsidRPr="00720C4A" w:rsidRDefault="008F07E0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538AA9" w14:textId="77777777" w:rsidR="008F07E0" w:rsidRPr="00720C4A" w:rsidRDefault="008F07E0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FB58F9" w14:textId="77777777" w:rsidR="008F07E0" w:rsidRPr="00720C4A" w:rsidRDefault="008F07E0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F9131A9" w14:textId="77777777" w:rsidR="008F07E0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1</w:t>
            </w:r>
          </w:p>
        </w:tc>
        <w:tc>
          <w:tcPr>
            <w:tcW w:w="195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02AD4C5" w14:textId="77777777" w:rsidR="008F07E0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2</w:t>
            </w:r>
          </w:p>
        </w:tc>
        <w:tc>
          <w:tcPr>
            <w:tcW w:w="195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6316222" w14:textId="77777777" w:rsidR="008F07E0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3</w:t>
            </w:r>
          </w:p>
        </w:tc>
        <w:tc>
          <w:tcPr>
            <w:tcW w:w="195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F8E80A6" w14:textId="77777777" w:rsidR="008F07E0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4</w:t>
            </w:r>
          </w:p>
        </w:tc>
      </w:tr>
      <w:tr w:rsidR="00A81AC5" w:rsidRPr="00720C4A" w14:paraId="2C646534" w14:textId="77777777" w:rsidTr="00720C4A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174192F" w14:textId="77777777" w:rsidR="00A81AC5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5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DF70156" w14:textId="77777777" w:rsidR="00A81AC5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6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7FAEB06" w14:textId="77777777" w:rsidR="00A81AC5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7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0173A84" w14:textId="77777777" w:rsidR="00A81AC5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8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62CC507" w14:textId="77777777" w:rsidR="00A81AC5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9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E8F66AD" w14:textId="77777777" w:rsidR="00A81AC5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10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E62B91C" w14:textId="77777777" w:rsidR="00A81AC5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11</w:t>
            </w:r>
          </w:p>
        </w:tc>
      </w:tr>
      <w:tr w:rsidR="00A81AC5" w:rsidRPr="00720C4A" w14:paraId="74621981" w14:textId="77777777" w:rsidTr="00720C4A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28B4373" w14:textId="77777777" w:rsidR="00A81AC5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12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3A75829" w14:textId="77777777" w:rsidR="00A81AC5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13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5EDFE60" w14:textId="77777777" w:rsidR="00A81AC5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14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6448EC8" w14:textId="77777777" w:rsidR="00A81AC5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15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F264355" w14:textId="77777777" w:rsidR="00A81AC5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16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9F1E1F4" w14:textId="77777777" w:rsidR="00A81AC5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17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F7631D1" w14:textId="77777777" w:rsidR="00A81AC5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18</w:t>
            </w:r>
          </w:p>
        </w:tc>
      </w:tr>
      <w:tr w:rsidR="00A81AC5" w:rsidRPr="00720C4A" w14:paraId="7AFACE8D" w14:textId="77777777" w:rsidTr="00720C4A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279705B" w14:textId="77777777" w:rsidR="00A81AC5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19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7D8550F" w14:textId="77777777" w:rsidR="00A81AC5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20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143FFFD" w14:textId="77777777" w:rsidR="00A81AC5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21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8C030BA" w14:textId="77777777" w:rsidR="00A81AC5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22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01A22AA" w14:textId="77777777" w:rsidR="00A81AC5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23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5B0C9F5" w14:textId="77777777" w:rsidR="00A81AC5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24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A409757" w14:textId="77777777" w:rsidR="00A81AC5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25</w:t>
            </w:r>
          </w:p>
        </w:tc>
      </w:tr>
      <w:tr w:rsidR="008F07E0" w:rsidRPr="00720C4A" w14:paraId="44AB9675" w14:textId="77777777" w:rsidTr="00720C4A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2D2F149" w14:textId="77777777" w:rsidR="008F07E0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26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17F2CF2" w14:textId="77777777" w:rsidR="008F07E0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27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6EC3F4C" w14:textId="77777777" w:rsidR="008F07E0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28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0450913" w14:textId="77777777" w:rsidR="008F07E0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29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379D5CD" w14:textId="77777777" w:rsidR="008F07E0" w:rsidRPr="00720C4A" w:rsidRDefault="00630AAE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  <w:r w:rsidRPr="00720C4A">
              <w:rPr>
                <w:rFonts w:ascii="Calibri" w:hAnsi="Calibri" w:cs="Calibri"/>
                <w:b/>
                <w:sz w:val="40"/>
                <w:szCs w:val="40"/>
              </w:rPr>
              <w:t>30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440BE048" w14:textId="77777777" w:rsidR="008F07E0" w:rsidRPr="00720C4A" w:rsidRDefault="008F07E0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6A7F696" w14:textId="77777777" w:rsidR="008F07E0" w:rsidRPr="00720C4A" w:rsidRDefault="008F07E0" w:rsidP="00997953">
            <w:pPr>
              <w:pStyle w:val="Dates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</w:tr>
    </w:tbl>
    <w:p w14:paraId="05B7E8AA" w14:textId="77777777" w:rsidR="00997953" w:rsidRPr="00E56ED7" w:rsidRDefault="00997953">
      <w:pPr>
        <w:rPr>
          <w:rFonts w:ascii="Calibri" w:hAnsi="Calibri" w:cs="Calibri"/>
          <w:b/>
        </w:rPr>
      </w:pPr>
    </w:p>
    <w:sectPr w:rsidR="00997953" w:rsidRPr="00E56ED7" w:rsidSect="00640A50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674"/>
    <w:rsid w:val="000105CB"/>
    <w:rsid w:val="00011BC1"/>
    <w:rsid w:val="00024265"/>
    <w:rsid w:val="000540C2"/>
    <w:rsid w:val="00064D2A"/>
    <w:rsid w:val="000702F1"/>
    <w:rsid w:val="000A1F30"/>
    <w:rsid w:val="000F41C9"/>
    <w:rsid w:val="000F7DC3"/>
    <w:rsid w:val="00110DFC"/>
    <w:rsid w:val="001219F8"/>
    <w:rsid w:val="00127A7E"/>
    <w:rsid w:val="001411B8"/>
    <w:rsid w:val="00151E0B"/>
    <w:rsid w:val="00174473"/>
    <w:rsid w:val="001A23B9"/>
    <w:rsid w:val="001D7C98"/>
    <w:rsid w:val="001E3A78"/>
    <w:rsid w:val="001E499C"/>
    <w:rsid w:val="001F0ABC"/>
    <w:rsid w:val="00201C89"/>
    <w:rsid w:val="002438DF"/>
    <w:rsid w:val="0024645D"/>
    <w:rsid w:val="00264730"/>
    <w:rsid w:val="00267C4C"/>
    <w:rsid w:val="00271B35"/>
    <w:rsid w:val="00273FCB"/>
    <w:rsid w:val="0028699A"/>
    <w:rsid w:val="002B79A4"/>
    <w:rsid w:val="00305C15"/>
    <w:rsid w:val="003221DC"/>
    <w:rsid w:val="00323C75"/>
    <w:rsid w:val="003308A6"/>
    <w:rsid w:val="003312E6"/>
    <w:rsid w:val="0033337B"/>
    <w:rsid w:val="00335204"/>
    <w:rsid w:val="0034068B"/>
    <w:rsid w:val="0034783A"/>
    <w:rsid w:val="00375C59"/>
    <w:rsid w:val="00387ED2"/>
    <w:rsid w:val="003907AA"/>
    <w:rsid w:val="00391582"/>
    <w:rsid w:val="003B6538"/>
    <w:rsid w:val="003C38AC"/>
    <w:rsid w:val="003C46B5"/>
    <w:rsid w:val="003F7F4B"/>
    <w:rsid w:val="00417712"/>
    <w:rsid w:val="00434F56"/>
    <w:rsid w:val="0047586B"/>
    <w:rsid w:val="004951BE"/>
    <w:rsid w:val="004D0530"/>
    <w:rsid w:val="004D5CAC"/>
    <w:rsid w:val="004F2144"/>
    <w:rsid w:val="004F3D60"/>
    <w:rsid w:val="00530612"/>
    <w:rsid w:val="00545B07"/>
    <w:rsid w:val="0058567A"/>
    <w:rsid w:val="005B06E1"/>
    <w:rsid w:val="005C3241"/>
    <w:rsid w:val="005C4458"/>
    <w:rsid w:val="005D282F"/>
    <w:rsid w:val="005D3D2F"/>
    <w:rsid w:val="005E1018"/>
    <w:rsid w:val="005F64BC"/>
    <w:rsid w:val="00616F03"/>
    <w:rsid w:val="00622061"/>
    <w:rsid w:val="006235CE"/>
    <w:rsid w:val="00630AAE"/>
    <w:rsid w:val="00630CB0"/>
    <w:rsid w:val="00640A50"/>
    <w:rsid w:val="00640EB4"/>
    <w:rsid w:val="006545CF"/>
    <w:rsid w:val="00662C2C"/>
    <w:rsid w:val="00665B68"/>
    <w:rsid w:val="00687D5F"/>
    <w:rsid w:val="006A0062"/>
    <w:rsid w:val="006E013D"/>
    <w:rsid w:val="006E7C12"/>
    <w:rsid w:val="006F1D67"/>
    <w:rsid w:val="0070034E"/>
    <w:rsid w:val="00706624"/>
    <w:rsid w:val="00720C4A"/>
    <w:rsid w:val="0072635A"/>
    <w:rsid w:val="00744666"/>
    <w:rsid w:val="00745963"/>
    <w:rsid w:val="00745FA0"/>
    <w:rsid w:val="00753DB5"/>
    <w:rsid w:val="0075427B"/>
    <w:rsid w:val="0076688B"/>
    <w:rsid w:val="00777BE1"/>
    <w:rsid w:val="00781434"/>
    <w:rsid w:val="00781FFB"/>
    <w:rsid w:val="00785890"/>
    <w:rsid w:val="00792882"/>
    <w:rsid w:val="00792ACB"/>
    <w:rsid w:val="007A5849"/>
    <w:rsid w:val="007B73C2"/>
    <w:rsid w:val="007E1BB6"/>
    <w:rsid w:val="007E759C"/>
    <w:rsid w:val="007F0503"/>
    <w:rsid w:val="007F75FF"/>
    <w:rsid w:val="0080081F"/>
    <w:rsid w:val="008035FB"/>
    <w:rsid w:val="00807A11"/>
    <w:rsid w:val="00817007"/>
    <w:rsid w:val="008223C9"/>
    <w:rsid w:val="00823014"/>
    <w:rsid w:val="00843B36"/>
    <w:rsid w:val="00852D1F"/>
    <w:rsid w:val="00860B24"/>
    <w:rsid w:val="00881079"/>
    <w:rsid w:val="00883937"/>
    <w:rsid w:val="008A26C6"/>
    <w:rsid w:val="008B3493"/>
    <w:rsid w:val="008B718B"/>
    <w:rsid w:val="008C1815"/>
    <w:rsid w:val="008E17EE"/>
    <w:rsid w:val="008F07E0"/>
    <w:rsid w:val="0090542A"/>
    <w:rsid w:val="00940D43"/>
    <w:rsid w:val="00951ED3"/>
    <w:rsid w:val="00975B98"/>
    <w:rsid w:val="00990674"/>
    <w:rsid w:val="00997953"/>
    <w:rsid w:val="009F0AA0"/>
    <w:rsid w:val="00A20764"/>
    <w:rsid w:val="00A250E2"/>
    <w:rsid w:val="00A27950"/>
    <w:rsid w:val="00A30E30"/>
    <w:rsid w:val="00A315BE"/>
    <w:rsid w:val="00A356D3"/>
    <w:rsid w:val="00A45BC9"/>
    <w:rsid w:val="00A54B7E"/>
    <w:rsid w:val="00A64DCE"/>
    <w:rsid w:val="00A76332"/>
    <w:rsid w:val="00A81AC5"/>
    <w:rsid w:val="00A95B76"/>
    <w:rsid w:val="00AC5E88"/>
    <w:rsid w:val="00AE2A2C"/>
    <w:rsid w:val="00AE75DA"/>
    <w:rsid w:val="00B05F5A"/>
    <w:rsid w:val="00B11B45"/>
    <w:rsid w:val="00B30A6D"/>
    <w:rsid w:val="00B35068"/>
    <w:rsid w:val="00B409AD"/>
    <w:rsid w:val="00B543F2"/>
    <w:rsid w:val="00B61AF5"/>
    <w:rsid w:val="00B6434F"/>
    <w:rsid w:val="00B64EC4"/>
    <w:rsid w:val="00B71E98"/>
    <w:rsid w:val="00BB3F53"/>
    <w:rsid w:val="00BB4E54"/>
    <w:rsid w:val="00BB5998"/>
    <w:rsid w:val="00BF247B"/>
    <w:rsid w:val="00C00FDA"/>
    <w:rsid w:val="00C0521C"/>
    <w:rsid w:val="00C14AB4"/>
    <w:rsid w:val="00C17BD6"/>
    <w:rsid w:val="00C37ABA"/>
    <w:rsid w:val="00C4216B"/>
    <w:rsid w:val="00C43AC3"/>
    <w:rsid w:val="00C721C6"/>
    <w:rsid w:val="00C8675E"/>
    <w:rsid w:val="00CA4CE9"/>
    <w:rsid w:val="00CB7A50"/>
    <w:rsid w:val="00CC1147"/>
    <w:rsid w:val="00CD639B"/>
    <w:rsid w:val="00CF629B"/>
    <w:rsid w:val="00D03423"/>
    <w:rsid w:val="00D1570B"/>
    <w:rsid w:val="00D34F71"/>
    <w:rsid w:val="00D57674"/>
    <w:rsid w:val="00D9744F"/>
    <w:rsid w:val="00DD5ADD"/>
    <w:rsid w:val="00DF5F47"/>
    <w:rsid w:val="00E35B6F"/>
    <w:rsid w:val="00E43BC8"/>
    <w:rsid w:val="00E47AB4"/>
    <w:rsid w:val="00E5088A"/>
    <w:rsid w:val="00E52E37"/>
    <w:rsid w:val="00E56ED7"/>
    <w:rsid w:val="00E70EDE"/>
    <w:rsid w:val="00E72292"/>
    <w:rsid w:val="00E73029"/>
    <w:rsid w:val="00E81B2E"/>
    <w:rsid w:val="00E97D2F"/>
    <w:rsid w:val="00EC2F29"/>
    <w:rsid w:val="00ED29B6"/>
    <w:rsid w:val="00EF1203"/>
    <w:rsid w:val="00EF6EE3"/>
    <w:rsid w:val="00F00436"/>
    <w:rsid w:val="00F10F13"/>
    <w:rsid w:val="00F15992"/>
    <w:rsid w:val="00F24D83"/>
    <w:rsid w:val="00F65E65"/>
    <w:rsid w:val="00F82808"/>
    <w:rsid w:val="00F93DCB"/>
    <w:rsid w:val="00F95621"/>
    <w:rsid w:val="00FC689D"/>
    <w:rsid w:val="00FD425D"/>
    <w:rsid w:val="00FE009F"/>
    <w:rsid w:val="00FE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0493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6538"/>
    <w:rPr>
      <w:rFonts w:ascii="Perpetua" w:hAnsi="Perpetu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B6538"/>
    <w:pPr>
      <w:keepNext/>
      <w:spacing w:before="240" w:after="60"/>
      <w:outlineLvl w:val="0"/>
    </w:pPr>
    <w:rPr>
      <w:rFonts w:ascii="Franklin Gothic Book" w:hAnsi="Franklin Gothic Book" w:cs="Tahom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F07E0"/>
    <w:rPr>
      <w:rFonts w:ascii="Tahoma" w:hAnsi="Tahoma" w:cs="Tahoma"/>
      <w:sz w:val="16"/>
      <w:szCs w:val="16"/>
    </w:rPr>
  </w:style>
  <w:style w:type="paragraph" w:customStyle="1" w:styleId="MonthNames">
    <w:name w:val="Month Names"/>
    <w:basedOn w:val="Normal"/>
    <w:rsid w:val="003B6538"/>
    <w:pPr>
      <w:jc w:val="center"/>
    </w:pPr>
    <w:rPr>
      <w:rFonts w:ascii="Franklin Gothic Book" w:hAnsi="Franklin Gothic Book"/>
      <w:bCs/>
      <w:sz w:val="48"/>
      <w:szCs w:val="20"/>
    </w:rPr>
  </w:style>
  <w:style w:type="paragraph" w:customStyle="1" w:styleId="Dates">
    <w:name w:val="Dates"/>
    <w:basedOn w:val="Normal"/>
    <w:rsid w:val="003B6538"/>
    <w:rPr>
      <w:rFonts w:cs="Arial"/>
      <w:sz w:val="20"/>
      <w:szCs w:val="20"/>
    </w:rPr>
  </w:style>
  <w:style w:type="paragraph" w:customStyle="1" w:styleId="Weekdays">
    <w:name w:val="Weekdays"/>
    <w:basedOn w:val="Normal"/>
    <w:rsid w:val="003B6538"/>
    <w:pPr>
      <w:jc w:val="center"/>
    </w:pPr>
    <w:rPr>
      <w:rFonts w:ascii="Franklin Gothic Book" w:hAnsi="Franklin Gothic Book"/>
      <w:b/>
      <w:spacing w:val="1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B6538"/>
    <w:rPr>
      <w:rFonts w:ascii="Franklin Gothic Book" w:eastAsia="Times New Roman" w:hAnsi="Franklin Gothic Book" w:cs="Tahoma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6538"/>
    <w:rPr>
      <w:rFonts w:ascii="Perpetua" w:hAnsi="Perpetu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B6538"/>
    <w:pPr>
      <w:keepNext/>
      <w:spacing w:before="240" w:after="60"/>
      <w:outlineLvl w:val="0"/>
    </w:pPr>
    <w:rPr>
      <w:rFonts w:ascii="Franklin Gothic Book" w:hAnsi="Franklin Gothic Book" w:cs="Tahom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F07E0"/>
    <w:rPr>
      <w:rFonts w:ascii="Tahoma" w:hAnsi="Tahoma" w:cs="Tahoma"/>
      <w:sz w:val="16"/>
      <w:szCs w:val="16"/>
    </w:rPr>
  </w:style>
  <w:style w:type="paragraph" w:customStyle="1" w:styleId="MonthNames">
    <w:name w:val="Month Names"/>
    <w:basedOn w:val="Normal"/>
    <w:rsid w:val="003B6538"/>
    <w:pPr>
      <w:jc w:val="center"/>
    </w:pPr>
    <w:rPr>
      <w:rFonts w:ascii="Franklin Gothic Book" w:hAnsi="Franklin Gothic Book"/>
      <w:bCs/>
      <w:sz w:val="48"/>
      <w:szCs w:val="20"/>
    </w:rPr>
  </w:style>
  <w:style w:type="paragraph" w:customStyle="1" w:styleId="Dates">
    <w:name w:val="Dates"/>
    <w:basedOn w:val="Normal"/>
    <w:rsid w:val="003B6538"/>
    <w:rPr>
      <w:rFonts w:cs="Arial"/>
      <w:sz w:val="20"/>
      <w:szCs w:val="20"/>
    </w:rPr>
  </w:style>
  <w:style w:type="paragraph" w:customStyle="1" w:styleId="Weekdays">
    <w:name w:val="Weekdays"/>
    <w:basedOn w:val="Normal"/>
    <w:rsid w:val="003B6538"/>
    <w:pPr>
      <w:jc w:val="center"/>
    </w:pPr>
    <w:rPr>
      <w:rFonts w:ascii="Franklin Gothic Book" w:hAnsi="Franklin Gothic Book"/>
      <w:b/>
      <w:spacing w:val="1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B6538"/>
    <w:rPr>
      <w:rFonts w:ascii="Franklin Gothic Book" w:eastAsia="Times New Roman" w:hAnsi="Franklin Gothic Book" w:cs="Tahom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8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TP102307822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BBA66F8-0AD0-48AC-9242-3688B0BCBD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TP102307822_template</Template>
  <TotalTime>194</TotalTime>
  <Pages>6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</dc:creator>
  <cp:lastModifiedBy>Trumbo</cp:lastModifiedBy>
  <cp:revision>10</cp:revision>
  <cp:lastPrinted>2011-05-03T14:05:00Z</cp:lastPrinted>
  <dcterms:created xsi:type="dcterms:W3CDTF">2011-12-08T23:43:00Z</dcterms:created>
  <dcterms:modified xsi:type="dcterms:W3CDTF">2012-03-22T19:22:00Z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TC023078239991</vt:lpwstr>
  </property>
</Properties>
</file>